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FB" w:rsidRDefault="00284DFB" w:rsidP="00F57628">
      <w:pPr>
        <w:spacing w:before="3000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AdrDestEnveloppe"/>
      <w:r>
        <w:rPr>
          <w:rFonts w:ascii="Arial" w:hAnsi="Arial" w:cs="Arial"/>
          <w:b/>
          <w:bCs/>
          <w:sz w:val="24"/>
          <w:szCs w:val="24"/>
        </w:rPr>
        <w:t>Rapport</w:t>
      </w:r>
      <w:r w:rsidR="009A7B46" w:rsidRPr="00715164">
        <w:rPr>
          <w:rFonts w:ascii="Arial" w:hAnsi="Arial" w:cs="Arial"/>
          <w:b/>
          <w:bCs/>
          <w:sz w:val="24"/>
          <w:szCs w:val="24"/>
        </w:rPr>
        <w:t xml:space="preserve"> </w:t>
      </w:r>
      <w:r w:rsidR="00F40D43">
        <w:rPr>
          <w:rFonts w:ascii="Arial" w:hAnsi="Arial" w:cs="Arial"/>
          <w:b/>
          <w:bCs/>
          <w:sz w:val="24"/>
          <w:szCs w:val="24"/>
        </w:rPr>
        <w:t>pour les projets</w:t>
      </w:r>
    </w:p>
    <w:tbl>
      <w:tblPr>
        <w:tblStyle w:val="Grilledutableau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85"/>
      </w:tblGrid>
      <w:tr w:rsidR="000F7A43" w:rsidTr="007F4112">
        <w:tc>
          <w:tcPr>
            <w:tcW w:w="921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A43" w:rsidRPr="000F7A43" w:rsidRDefault="00540B9C" w:rsidP="00540B9C">
            <w:pPr>
              <w:ind w:left="0" w:firstLine="0"/>
              <w:jc w:val="center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i/>
              </w:rPr>
              <w:t>Le</w:t>
            </w:r>
            <w:r w:rsidR="00F15B84">
              <w:rPr>
                <w:rFonts w:ascii="Arial" w:hAnsi="Arial" w:cs="Arial"/>
                <w:i/>
              </w:rPr>
              <w:t xml:space="preserve"> rapport final</w:t>
            </w:r>
            <w:r w:rsidR="000F7A43" w:rsidRPr="000F7A43">
              <w:rPr>
                <w:rFonts w:ascii="Arial" w:hAnsi="Arial" w:cs="Arial"/>
                <w:i/>
              </w:rPr>
              <w:t xml:space="preserve"> complet et accompagné par le tableau</w:t>
            </w:r>
            <w:r w:rsidR="000F7A43" w:rsidRPr="000F7A43">
              <w:rPr>
                <w:rFonts w:ascii="Arial" w:hAnsi="Arial" w:cs="Arial"/>
                <w:b/>
                <w:i/>
              </w:rPr>
              <w:t xml:space="preserve"> </w:t>
            </w:r>
            <w:r w:rsidR="000F7A43" w:rsidRPr="00736F91">
              <w:rPr>
                <w:rFonts w:ascii="Arial" w:hAnsi="Arial" w:cs="Arial"/>
                <w:i/>
              </w:rPr>
              <w:t>"Comptes"</w:t>
            </w:r>
            <w:r w:rsidR="000F7A43" w:rsidRPr="000F7A43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doit </w:t>
            </w:r>
            <w:r w:rsidR="00736F91">
              <w:rPr>
                <w:rFonts w:ascii="Arial" w:hAnsi="Arial" w:cs="Arial"/>
                <w:i/>
              </w:rPr>
              <w:t xml:space="preserve">être adressé </w:t>
            </w:r>
            <w:r>
              <w:rPr>
                <w:rFonts w:ascii="Arial" w:hAnsi="Arial" w:cs="Arial"/>
                <w:i/>
              </w:rPr>
              <w:t>à l’association NàT (via le COSM)</w:t>
            </w:r>
            <w:r w:rsidR="00736F91">
              <w:rPr>
                <w:rFonts w:ascii="Arial" w:hAnsi="Arial" w:cs="Arial"/>
                <w:i/>
              </w:rPr>
              <w:t xml:space="preserve"> </w:t>
            </w:r>
            <w:r w:rsidR="000F7A43" w:rsidRPr="000F7A43">
              <w:rPr>
                <w:rFonts w:ascii="Arial" w:hAnsi="Arial" w:cs="Arial"/>
                <w:i/>
              </w:rPr>
              <w:t xml:space="preserve">avant la fin de l'année </w:t>
            </w:r>
            <w:r>
              <w:rPr>
                <w:rFonts w:ascii="Arial" w:hAnsi="Arial" w:cs="Arial"/>
                <w:i/>
              </w:rPr>
              <w:t>2016</w:t>
            </w:r>
            <w:r w:rsidR="00736F91">
              <w:rPr>
                <w:rFonts w:ascii="Arial" w:hAnsi="Arial" w:cs="Arial"/>
                <w:i/>
              </w:rPr>
              <w:t>.</w:t>
            </w:r>
          </w:p>
        </w:tc>
      </w:tr>
    </w:tbl>
    <w:p w:rsidR="003B5FD5" w:rsidRPr="00284DFB" w:rsidRDefault="003B5FD5" w:rsidP="00F57628">
      <w:pPr>
        <w:spacing w:before="360" w:after="360"/>
        <w:ind w:left="0" w:firstLine="0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Grilledutableau"/>
        <w:tblW w:w="0" w:type="auto"/>
        <w:tblInd w:w="5920" w:type="dxa"/>
        <w:tblLook w:val="04A0" w:firstRow="1" w:lastRow="0" w:firstColumn="1" w:lastColumn="0" w:noHBand="0" w:noVBand="1"/>
      </w:tblPr>
      <w:tblGrid>
        <w:gridCol w:w="2268"/>
        <w:gridCol w:w="1023"/>
      </w:tblGrid>
      <w:tr w:rsidR="003A47D9" w:rsidRPr="001A0308" w:rsidTr="003A47D9">
        <w:tc>
          <w:tcPr>
            <w:tcW w:w="3291" w:type="dxa"/>
            <w:gridSpan w:val="2"/>
            <w:shd w:val="pct15" w:color="auto" w:fill="auto"/>
          </w:tcPr>
          <w:p w:rsidR="003A47D9" w:rsidRPr="001A0308" w:rsidRDefault="003A47D9" w:rsidP="009D2CDD">
            <w:pPr>
              <w:spacing w:before="60" w:after="60"/>
              <w:ind w:left="0" w:firstLine="0"/>
              <w:rPr>
                <w:rFonts w:ascii="Arial" w:hAnsi="Arial" w:cs="Arial"/>
                <w:bCs/>
                <w:i/>
              </w:rPr>
            </w:pPr>
            <w:r w:rsidRPr="003A47D9">
              <w:rPr>
                <w:rFonts w:ascii="Arial" w:hAnsi="Arial" w:cs="Arial"/>
                <w:bCs/>
                <w:i/>
              </w:rPr>
              <w:t xml:space="preserve">A remplir par </w:t>
            </w:r>
            <w:r w:rsidR="009D2CDD">
              <w:rPr>
                <w:rFonts w:ascii="Arial" w:hAnsi="Arial" w:cs="Arial"/>
                <w:bCs/>
                <w:i/>
              </w:rPr>
              <w:t>l’association NàT</w:t>
            </w:r>
          </w:p>
        </w:tc>
      </w:tr>
      <w:tr w:rsidR="003B5FD5" w:rsidRPr="001A0308" w:rsidTr="002D596A">
        <w:tc>
          <w:tcPr>
            <w:tcW w:w="2268" w:type="dxa"/>
          </w:tcPr>
          <w:p w:rsidR="003B5FD5" w:rsidRPr="001A0308" w:rsidRDefault="00D3033C" w:rsidP="00D3033C">
            <w:pPr>
              <w:spacing w:before="60" w:after="60"/>
              <w:ind w:left="0" w:firstLine="0"/>
              <w:rPr>
                <w:rFonts w:ascii="Arial" w:hAnsi="Arial" w:cs="Arial"/>
                <w:bCs/>
              </w:rPr>
            </w:pPr>
            <w:r w:rsidRPr="001A0308">
              <w:rPr>
                <w:rFonts w:ascii="Arial" w:hAnsi="Arial" w:cs="Arial"/>
                <w:bCs/>
              </w:rPr>
              <w:t>Numéro de projet</w:t>
            </w:r>
          </w:p>
        </w:tc>
        <w:tc>
          <w:tcPr>
            <w:tcW w:w="1023" w:type="dxa"/>
          </w:tcPr>
          <w:p w:rsidR="003B5FD5" w:rsidRPr="001A0308" w:rsidRDefault="003B5FD5" w:rsidP="003B5FD5">
            <w:pPr>
              <w:spacing w:before="60" w:after="60"/>
              <w:ind w:left="0" w:firstLine="0"/>
              <w:jc w:val="center"/>
              <w:rPr>
                <w:rFonts w:ascii="Arial" w:hAnsi="Arial" w:cs="Arial"/>
                <w:bCs/>
              </w:rPr>
            </w:pPr>
          </w:p>
        </w:tc>
      </w:tr>
      <w:tr w:rsidR="003B5FD5" w:rsidRPr="001A0308" w:rsidTr="002D596A">
        <w:tc>
          <w:tcPr>
            <w:tcW w:w="2268" w:type="dxa"/>
          </w:tcPr>
          <w:p w:rsidR="003B5FD5" w:rsidRPr="001A0308" w:rsidRDefault="003B5FD5" w:rsidP="00D3033C">
            <w:pPr>
              <w:spacing w:before="60" w:after="60"/>
              <w:ind w:left="0" w:firstLine="0"/>
              <w:rPr>
                <w:rFonts w:ascii="Arial" w:hAnsi="Arial" w:cs="Arial"/>
                <w:bCs/>
              </w:rPr>
            </w:pPr>
            <w:r w:rsidRPr="001A0308">
              <w:rPr>
                <w:rFonts w:ascii="Arial" w:hAnsi="Arial" w:cs="Arial"/>
                <w:bCs/>
              </w:rPr>
              <w:t>Personne responsable</w:t>
            </w:r>
          </w:p>
        </w:tc>
        <w:tc>
          <w:tcPr>
            <w:tcW w:w="1023" w:type="dxa"/>
          </w:tcPr>
          <w:p w:rsidR="003B5FD5" w:rsidRPr="001A0308" w:rsidRDefault="003B5FD5" w:rsidP="003B5FD5">
            <w:pPr>
              <w:spacing w:before="60" w:after="60"/>
              <w:ind w:left="0" w:firstLine="0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2D596A" w:rsidRPr="001A0308" w:rsidRDefault="002D596A" w:rsidP="00E87277">
      <w:pPr>
        <w:pBdr>
          <w:bottom w:val="single" w:sz="4" w:space="4" w:color="auto"/>
        </w:pBdr>
        <w:overflowPunct/>
        <w:autoSpaceDE/>
        <w:autoSpaceDN/>
        <w:adjustRightInd/>
        <w:spacing w:before="480"/>
        <w:ind w:left="0" w:firstLine="0"/>
        <w:textAlignment w:val="auto"/>
        <w:rPr>
          <w:rFonts w:ascii="Arial" w:hAnsi="Arial" w:cs="Arial"/>
          <w:b/>
          <w:sz w:val="20"/>
          <w:szCs w:val="20"/>
        </w:rPr>
      </w:pPr>
      <w:r w:rsidRPr="001A0308">
        <w:rPr>
          <w:rFonts w:ascii="Arial" w:hAnsi="Arial" w:cs="Arial"/>
          <w:b/>
          <w:sz w:val="20"/>
          <w:szCs w:val="20"/>
        </w:rPr>
        <w:t>Informations principales</w:t>
      </w:r>
    </w:p>
    <w:p w:rsidR="00F027C8" w:rsidRDefault="00967C15" w:rsidP="00F70634">
      <w:pPr>
        <w:overflowPunct/>
        <w:autoSpaceDE/>
        <w:autoSpaceDN/>
        <w:adjustRightInd/>
        <w:spacing w:before="240"/>
        <w:ind w:left="0" w:firstLine="0"/>
        <w:textAlignment w:val="auto"/>
        <w:rPr>
          <w:rFonts w:ascii="Arial" w:hAnsi="Arial" w:cs="Arial"/>
          <w:sz w:val="20"/>
          <w:szCs w:val="20"/>
        </w:rPr>
      </w:pPr>
      <w:r w:rsidRPr="001A0308">
        <w:rPr>
          <w:rFonts w:ascii="Arial" w:hAnsi="Arial" w:cs="Arial"/>
          <w:b/>
          <w:sz w:val="20"/>
          <w:szCs w:val="20"/>
        </w:rPr>
        <w:t>Nom du projet</w:t>
      </w:r>
      <w:r w:rsidR="000F43C7">
        <w:rPr>
          <w:rFonts w:ascii="Arial" w:hAnsi="Arial" w:cs="Arial"/>
          <w:b/>
          <w:sz w:val="20"/>
          <w:szCs w:val="20"/>
        </w:rPr>
        <w:t xml:space="preserve"> </w:t>
      </w:r>
      <w:r w:rsidR="009F2FDA" w:rsidRPr="001A0308">
        <w:rPr>
          <w:rFonts w:ascii="Arial" w:hAnsi="Arial" w:cs="Arial"/>
          <w:b/>
          <w:sz w:val="20"/>
          <w:szCs w:val="20"/>
        </w:rPr>
        <w:t>:</w:t>
      </w:r>
      <w:r w:rsidR="009F2FDA" w:rsidRPr="001A0308">
        <w:rPr>
          <w:rFonts w:ascii="Arial" w:hAnsi="Arial" w:cs="Arial"/>
          <w:sz w:val="20"/>
          <w:szCs w:val="20"/>
        </w:rPr>
        <w:t xml:space="preserve"> </w:t>
      </w:r>
      <w:bookmarkEnd w:id="0"/>
      <w:r w:rsidR="00822769" w:rsidRPr="00DE1623">
        <w:rPr>
          <w:rFonts w:ascii="Arial" w:hAnsi="Arial" w:cs="Arial"/>
          <w:b/>
          <w:caps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822769" w:rsidRPr="00DE1623">
        <w:rPr>
          <w:rFonts w:ascii="Arial" w:hAnsi="Arial" w:cs="Arial"/>
          <w:b/>
          <w:caps/>
          <w:sz w:val="20"/>
          <w:szCs w:val="20"/>
        </w:rPr>
        <w:instrText xml:space="preserve"> FORMTEXT </w:instrText>
      </w:r>
      <w:r w:rsidR="00822769" w:rsidRPr="00DE1623">
        <w:rPr>
          <w:rFonts w:ascii="Arial" w:hAnsi="Arial" w:cs="Arial"/>
          <w:b/>
          <w:caps/>
          <w:sz w:val="20"/>
          <w:szCs w:val="20"/>
        </w:rPr>
      </w:r>
      <w:r w:rsidR="00822769" w:rsidRPr="00DE1623">
        <w:rPr>
          <w:rFonts w:ascii="Arial" w:hAnsi="Arial" w:cs="Arial"/>
          <w:b/>
          <w:caps/>
          <w:sz w:val="20"/>
          <w:szCs w:val="20"/>
        </w:rPr>
        <w:fldChar w:fldCharType="separate"/>
      </w:r>
      <w:bookmarkStart w:id="2" w:name="_GoBack"/>
      <w:r w:rsidR="00822769" w:rsidRPr="00DE1623">
        <w:rPr>
          <w:rFonts w:ascii="Arial" w:hAnsi="Arial" w:cs="Arial"/>
          <w:b/>
          <w:caps/>
          <w:sz w:val="20"/>
          <w:szCs w:val="20"/>
        </w:rPr>
        <w:t>cliquez ici pour taper du texte</w:t>
      </w:r>
      <w:bookmarkEnd w:id="2"/>
      <w:r w:rsidR="00822769" w:rsidRPr="00DE1623">
        <w:rPr>
          <w:rFonts w:ascii="Arial" w:hAnsi="Arial" w:cs="Arial"/>
          <w:b/>
          <w:caps/>
          <w:sz w:val="20"/>
          <w:szCs w:val="20"/>
        </w:rPr>
        <w:fldChar w:fldCharType="end"/>
      </w:r>
      <w:bookmarkEnd w:id="1"/>
    </w:p>
    <w:p w:rsidR="002D596A" w:rsidRPr="001A0308" w:rsidRDefault="002D596A" w:rsidP="00E87277">
      <w:pPr>
        <w:pStyle w:val="Titreformulaire"/>
        <w:pBdr>
          <w:bottom w:val="single" w:sz="4" w:space="4" w:color="auto"/>
        </w:pBdr>
        <w:spacing w:before="480" w:after="120"/>
        <w:ind w:left="357" w:hanging="357"/>
        <w:rPr>
          <w:rFonts w:ascii="Arial" w:hAnsi="Arial" w:cs="Arial"/>
          <w:sz w:val="20"/>
          <w:szCs w:val="20"/>
        </w:rPr>
      </w:pPr>
      <w:r w:rsidRPr="001A0308">
        <w:rPr>
          <w:rFonts w:ascii="Arial" w:hAnsi="Arial" w:cs="Arial"/>
          <w:sz w:val="20"/>
          <w:szCs w:val="20"/>
        </w:rPr>
        <w:t>Informations sur l'organisme responsable</w:t>
      </w:r>
    </w:p>
    <w:p w:rsidR="002D596A" w:rsidRPr="00CA72DA" w:rsidRDefault="002D596A" w:rsidP="002D596A">
      <w:pPr>
        <w:pStyle w:val="Concerne"/>
        <w:spacing w:after="60"/>
        <w:ind w:left="0" w:firstLine="0"/>
        <w:rPr>
          <w:rFonts w:ascii="Arial" w:hAnsi="Arial" w:cs="Arial"/>
          <w:b w:val="0"/>
          <w:sz w:val="20"/>
          <w:szCs w:val="20"/>
        </w:rPr>
      </w:pPr>
      <w:r w:rsidRPr="001A0308">
        <w:rPr>
          <w:rFonts w:ascii="Arial" w:hAnsi="Arial" w:cs="Arial"/>
          <w:sz w:val="20"/>
          <w:szCs w:val="20"/>
        </w:rPr>
        <w:t>Nom de l'organisme</w:t>
      </w:r>
      <w:r w:rsidR="000F43C7">
        <w:rPr>
          <w:rFonts w:ascii="Arial" w:hAnsi="Arial" w:cs="Arial"/>
          <w:sz w:val="20"/>
          <w:szCs w:val="20"/>
        </w:rPr>
        <w:t xml:space="preserve"> </w:t>
      </w:r>
      <w:r w:rsidR="000F43C7">
        <w:rPr>
          <w:rFonts w:ascii="Arial" w:hAnsi="Arial" w:cs="Arial"/>
          <w:b w:val="0"/>
          <w:sz w:val="20"/>
          <w:szCs w:val="20"/>
        </w:rPr>
        <w:t>:</w:t>
      </w:r>
      <w:r w:rsidR="00CA72DA">
        <w:rPr>
          <w:rFonts w:ascii="Arial" w:hAnsi="Arial" w:cs="Arial"/>
          <w:b w:val="0"/>
          <w:sz w:val="20"/>
          <w:szCs w:val="20"/>
        </w:rPr>
        <w:t xml:space="preserve"> </w:t>
      </w:r>
      <w:r w:rsidR="00822769" w:rsidRPr="00DE1623">
        <w:rPr>
          <w:rFonts w:ascii="Arial" w:hAnsi="Arial" w:cs="Arial"/>
          <w:caps/>
          <w:sz w:val="20"/>
          <w:szCs w:val="20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3" w:name="Texte10"/>
      <w:r w:rsidR="00822769" w:rsidRPr="00DE1623">
        <w:rPr>
          <w:rFonts w:ascii="Arial" w:hAnsi="Arial" w:cs="Arial"/>
          <w:caps/>
          <w:sz w:val="20"/>
          <w:szCs w:val="20"/>
        </w:rPr>
        <w:instrText xml:space="preserve"> FORMTEXT </w:instrText>
      </w:r>
      <w:r w:rsidR="00822769" w:rsidRPr="00DE1623">
        <w:rPr>
          <w:rFonts w:ascii="Arial" w:hAnsi="Arial" w:cs="Arial"/>
          <w:caps/>
          <w:sz w:val="20"/>
          <w:szCs w:val="20"/>
        </w:rPr>
      </w:r>
      <w:r w:rsidR="00822769" w:rsidRPr="00DE1623">
        <w:rPr>
          <w:rFonts w:ascii="Arial" w:hAnsi="Arial" w:cs="Arial"/>
          <w:caps/>
          <w:sz w:val="20"/>
          <w:szCs w:val="20"/>
        </w:rPr>
        <w:fldChar w:fldCharType="separate"/>
      </w:r>
      <w:r w:rsidR="00822769" w:rsidRPr="00DE1623">
        <w:rPr>
          <w:rFonts w:ascii="Arial" w:hAnsi="Arial" w:cs="Arial"/>
          <w:caps/>
          <w:noProof/>
          <w:sz w:val="20"/>
          <w:szCs w:val="20"/>
        </w:rPr>
        <w:t>cliquez ici pour taper du texte</w:t>
      </w:r>
      <w:r w:rsidR="00822769" w:rsidRPr="00DE1623">
        <w:rPr>
          <w:rFonts w:ascii="Arial" w:hAnsi="Arial" w:cs="Arial"/>
          <w:caps/>
          <w:sz w:val="20"/>
          <w:szCs w:val="20"/>
        </w:rPr>
        <w:fldChar w:fldCharType="end"/>
      </w:r>
      <w:bookmarkEnd w:id="3"/>
    </w:p>
    <w:p w:rsidR="002D596A" w:rsidRPr="001A0308" w:rsidRDefault="00757170" w:rsidP="002D596A">
      <w:pPr>
        <w:pStyle w:val="Concerne"/>
        <w:spacing w:before="0" w:after="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et prénom de la p</w:t>
      </w:r>
      <w:r w:rsidR="002D596A" w:rsidRPr="001A0308">
        <w:rPr>
          <w:rFonts w:ascii="Arial" w:hAnsi="Arial" w:cs="Arial"/>
          <w:sz w:val="20"/>
          <w:szCs w:val="20"/>
        </w:rPr>
        <w:t>ersonne de contact</w:t>
      </w:r>
      <w:r w:rsidR="000F43C7">
        <w:rPr>
          <w:rFonts w:ascii="Arial" w:hAnsi="Arial" w:cs="Arial"/>
          <w:sz w:val="20"/>
          <w:szCs w:val="20"/>
        </w:rPr>
        <w:t xml:space="preserve"> </w:t>
      </w:r>
      <w:r w:rsidR="000F43C7">
        <w:rPr>
          <w:rFonts w:ascii="Arial" w:hAnsi="Arial" w:cs="Arial"/>
          <w:b w:val="0"/>
          <w:sz w:val="20"/>
          <w:szCs w:val="20"/>
        </w:rPr>
        <w:t>:</w:t>
      </w:r>
      <w:r w:rsidR="00CA72DA">
        <w:rPr>
          <w:rFonts w:ascii="Arial" w:hAnsi="Arial" w:cs="Arial"/>
          <w:b w:val="0"/>
          <w:sz w:val="20"/>
          <w:szCs w:val="20"/>
        </w:rPr>
        <w:t xml:space="preserve"> </w:t>
      </w:r>
      <w:r w:rsidR="00822769" w:rsidRPr="00DE1623">
        <w:rPr>
          <w:rFonts w:ascii="Arial" w:hAnsi="Arial" w:cs="Arial"/>
          <w:cap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4" w:name="Texte14"/>
      <w:r w:rsidR="00822769" w:rsidRPr="00DE1623">
        <w:rPr>
          <w:rFonts w:ascii="Arial" w:hAnsi="Arial" w:cs="Arial"/>
          <w:caps/>
          <w:sz w:val="20"/>
          <w:szCs w:val="20"/>
        </w:rPr>
        <w:instrText xml:space="preserve"> FORMTEXT </w:instrText>
      </w:r>
      <w:r w:rsidR="00822769" w:rsidRPr="00DE1623">
        <w:rPr>
          <w:rFonts w:ascii="Arial" w:hAnsi="Arial" w:cs="Arial"/>
          <w:caps/>
          <w:sz w:val="20"/>
          <w:szCs w:val="20"/>
        </w:rPr>
      </w:r>
      <w:r w:rsidR="00822769" w:rsidRPr="00DE1623">
        <w:rPr>
          <w:rFonts w:ascii="Arial" w:hAnsi="Arial" w:cs="Arial"/>
          <w:caps/>
          <w:sz w:val="20"/>
          <w:szCs w:val="20"/>
        </w:rPr>
        <w:fldChar w:fldCharType="separate"/>
      </w:r>
      <w:r w:rsidR="00822769" w:rsidRPr="00DE1623">
        <w:rPr>
          <w:rFonts w:ascii="Arial" w:hAnsi="Arial" w:cs="Arial"/>
          <w:caps/>
          <w:noProof/>
          <w:sz w:val="20"/>
          <w:szCs w:val="20"/>
        </w:rPr>
        <w:t>cliquez ici pour taper du texte</w:t>
      </w:r>
      <w:r w:rsidR="00822769" w:rsidRPr="00DE1623">
        <w:rPr>
          <w:rFonts w:ascii="Arial" w:hAnsi="Arial" w:cs="Arial"/>
          <w:caps/>
          <w:sz w:val="20"/>
          <w:szCs w:val="20"/>
        </w:rPr>
        <w:fldChar w:fldCharType="end"/>
      </w:r>
      <w:bookmarkEnd w:id="4"/>
    </w:p>
    <w:p w:rsidR="002D596A" w:rsidRPr="001A0308" w:rsidRDefault="002D596A" w:rsidP="002D596A">
      <w:pPr>
        <w:pStyle w:val="Concerne"/>
        <w:spacing w:before="0" w:after="60"/>
        <w:rPr>
          <w:rFonts w:ascii="Arial" w:hAnsi="Arial" w:cs="Arial"/>
          <w:b w:val="0"/>
          <w:sz w:val="20"/>
          <w:szCs w:val="20"/>
        </w:rPr>
      </w:pPr>
      <w:r w:rsidRPr="001A0308">
        <w:rPr>
          <w:rFonts w:ascii="Arial" w:hAnsi="Arial" w:cs="Arial"/>
          <w:sz w:val="20"/>
          <w:szCs w:val="20"/>
        </w:rPr>
        <w:t>Téléphone(s)</w:t>
      </w:r>
      <w:r w:rsidR="000F43C7">
        <w:rPr>
          <w:rFonts w:ascii="Arial" w:hAnsi="Arial" w:cs="Arial"/>
          <w:sz w:val="20"/>
          <w:szCs w:val="20"/>
        </w:rPr>
        <w:t xml:space="preserve"> </w:t>
      </w:r>
      <w:r w:rsidR="000F43C7">
        <w:rPr>
          <w:rFonts w:ascii="Arial" w:hAnsi="Arial" w:cs="Arial"/>
          <w:b w:val="0"/>
          <w:sz w:val="20"/>
          <w:szCs w:val="20"/>
        </w:rPr>
        <w:t>:</w:t>
      </w:r>
      <w:r w:rsidR="00822769">
        <w:rPr>
          <w:rFonts w:ascii="Arial" w:hAnsi="Arial" w:cs="Arial"/>
          <w:b w:val="0"/>
          <w:sz w:val="20"/>
          <w:szCs w:val="20"/>
        </w:rPr>
        <w:t xml:space="preserve"> </w:t>
      </w:r>
      <w:r w:rsidR="00822769">
        <w:rPr>
          <w:rFonts w:ascii="Arial" w:hAnsi="Arial" w:cs="Arial"/>
          <w:b w:val="0"/>
          <w:sz w:val="20"/>
          <w:szCs w:val="20"/>
        </w:rPr>
        <w:fldChar w:fldCharType="begin">
          <w:ffData>
            <w:name w:val="ListeDéroulante1"/>
            <w:enabled/>
            <w:calcOnExit w:val="0"/>
            <w:ddList>
              <w:listEntry w:val="+41 32 "/>
              <w:listEntry w:val="+41 79 "/>
              <w:listEntry w:val="+41 78 "/>
              <w:listEntry w:val="+41 77 "/>
              <w:listEntry w:val="+41 76 "/>
              <w:listEntry w:val=" "/>
            </w:ddList>
          </w:ffData>
        </w:fldChar>
      </w:r>
      <w:bookmarkStart w:id="5" w:name="ListeDéroulante1"/>
      <w:r w:rsidR="00822769">
        <w:rPr>
          <w:rFonts w:ascii="Arial" w:hAnsi="Arial" w:cs="Arial"/>
          <w:b w:val="0"/>
          <w:sz w:val="20"/>
          <w:szCs w:val="20"/>
        </w:rPr>
        <w:instrText xml:space="preserve"> FORMDROPDOWN </w:instrText>
      </w:r>
      <w:r w:rsidR="00D8079D">
        <w:rPr>
          <w:rFonts w:ascii="Arial" w:hAnsi="Arial" w:cs="Arial"/>
          <w:b w:val="0"/>
          <w:sz w:val="20"/>
          <w:szCs w:val="20"/>
        </w:rPr>
      </w:r>
      <w:r w:rsidR="00D8079D">
        <w:rPr>
          <w:rFonts w:ascii="Arial" w:hAnsi="Arial" w:cs="Arial"/>
          <w:b w:val="0"/>
          <w:sz w:val="20"/>
          <w:szCs w:val="20"/>
        </w:rPr>
        <w:fldChar w:fldCharType="separate"/>
      </w:r>
      <w:r w:rsidR="00822769">
        <w:rPr>
          <w:rFonts w:ascii="Arial" w:hAnsi="Arial" w:cs="Arial"/>
          <w:b w:val="0"/>
          <w:sz w:val="20"/>
          <w:szCs w:val="20"/>
        </w:rPr>
        <w:fldChar w:fldCharType="end"/>
      </w:r>
      <w:bookmarkEnd w:id="5"/>
      <w:r w:rsidR="00822769">
        <w:rPr>
          <w:rFonts w:ascii="Arial" w:hAnsi="Arial" w:cs="Arial"/>
          <w:b w:val="0"/>
          <w:sz w:val="20"/>
          <w:szCs w:val="20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6" w:name="Texte23"/>
      <w:r w:rsidR="00822769">
        <w:rPr>
          <w:rFonts w:ascii="Arial" w:hAnsi="Arial" w:cs="Arial"/>
          <w:b w:val="0"/>
          <w:sz w:val="20"/>
          <w:szCs w:val="20"/>
        </w:rPr>
        <w:instrText xml:space="preserve"> FORMTEXT </w:instrText>
      </w:r>
      <w:r w:rsidR="00822769">
        <w:rPr>
          <w:rFonts w:ascii="Arial" w:hAnsi="Arial" w:cs="Arial"/>
          <w:b w:val="0"/>
          <w:sz w:val="20"/>
          <w:szCs w:val="20"/>
        </w:rPr>
      </w:r>
      <w:r w:rsidR="00822769">
        <w:rPr>
          <w:rFonts w:ascii="Arial" w:hAnsi="Arial" w:cs="Arial"/>
          <w:b w:val="0"/>
          <w:sz w:val="20"/>
          <w:szCs w:val="20"/>
        </w:rPr>
        <w:fldChar w:fldCharType="separate"/>
      </w:r>
      <w:r w:rsidR="00822769">
        <w:rPr>
          <w:rFonts w:ascii="Arial" w:hAnsi="Arial" w:cs="Arial"/>
          <w:b w:val="0"/>
          <w:sz w:val="20"/>
          <w:szCs w:val="20"/>
        </w:rPr>
        <w:t>xxx xx xx</w:t>
      </w:r>
      <w:r w:rsidR="00822769">
        <w:rPr>
          <w:rFonts w:ascii="Arial" w:hAnsi="Arial" w:cs="Arial"/>
          <w:b w:val="0"/>
          <w:sz w:val="20"/>
          <w:szCs w:val="20"/>
        </w:rPr>
        <w:fldChar w:fldCharType="end"/>
      </w:r>
      <w:bookmarkEnd w:id="6"/>
    </w:p>
    <w:p w:rsidR="002D596A" w:rsidRPr="001A0308" w:rsidRDefault="002D596A" w:rsidP="002D596A">
      <w:pPr>
        <w:pStyle w:val="Concerne"/>
        <w:spacing w:before="0" w:after="60"/>
        <w:rPr>
          <w:rFonts w:ascii="Arial" w:hAnsi="Arial" w:cs="Arial"/>
          <w:b w:val="0"/>
          <w:sz w:val="20"/>
          <w:szCs w:val="20"/>
        </w:rPr>
      </w:pPr>
      <w:r w:rsidRPr="001A0308">
        <w:rPr>
          <w:rFonts w:ascii="Arial" w:hAnsi="Arial" w:cs="Arial"/>
          <w:sz w:val="20"/>
          <w:szCs w:val="20"/>
        </w:rPr>
        <w:t>Courriel</w:t>
      </w:r>
      <w:r w:rsidR="000F43C7">
        <w:rPr>
          <w:rFonts w:ascii="Arial" w:hAnsi="Arial" w:cs="Arial"/>
          <w:b w:val="0"/>
          <w:sz w:val="20"/>
          <w:szCs w:val="20"/>
        </w:rPr>
        <w:t xml:space="preserve"> :</w:t>
      </w:r>
      <w:r w:rsidR="008A7D28">
        <w:rPr>
          <w:rFonts w:ascii="Arial" w:hAnsi="Arial" w:cs="Arial"/>
          <w:b w:val="0"/>
          <w:sz w:val="20"/>
          <w:szCs w:val="20"/>
        </w:rPr>
        <w:t xml:space="preserve"> </w:t>
      </w:r>
      <w:r w:rsidR="00822769">
        <w:rPr>
          <w:rFonts w:ascii="Arial" w:hAnsi="Arial" w:cs="Arial"/>
          <w:b w:val="0"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7" w:name="Texte16"/>
      <w:r w:rsidR="00822769">
        <w:rPr>
          <w:rFonts w:ascii="Arial" w:hAnsi="Arial" w:cs="Arial"/>
          <w:b w:val="0"/>
          <w:sz w:val="20"/>
          <w:szCs w:val="20"/>
        </w:rPr>
        <w:instrText xml:space="preserve"> FORMTEXT </w:instrText>
      </w:r>
      <w:r w:rsidR="00822769">
        <w:rPr>
          <w:rFonts w:ascii="Arial" w:hAnsi="Arial" w:cs="Arial"/>
          <w:b w:val="0"/>
          <w:sz w:val="20"/>
          <w:szCs w:val="20"/>
        </w:rPr>
      </w:r>
      <w:r w:rsidR="00822769">
        <w:rPr>
          <w:rFonts w:ascii="Arial" w:hAnsi="Arial" w:cs="Arial"/>
          <w:b w:val="0"/>
          <w:sz w:val="20"/>
          <w:szCs w:val="20"/>
        </w:rPr>
        <w:fldChar w:fldCharType="separate"/>
      </w:r>
      <w:r w:rsidR="00822769">
        <w:rPr>
          <w:rFonts w:ascii="Arial" w:hAnsi="Arial" w:cs="Arial"/>
          <w:b w:val="0"/>
          <w:noProof/>
          <w:sz w:val="20"/>
          <w:szCs w:val="20"/>
        </w:rPr>
        <w:t>@</w:t>
      </w:r>
      <w:r w:rsidR="00822769">
        <w:rPr>
          <w:rFonts w:ascii="Arial" w:hAnsi="Arial" w:cs="Arial"/>
          <w:b w:val="0"/>
          <w:sz w:val="20"/>
          <w:szCs w:val="20"/>
        </w:rPr>
        <w:fldChar w:fldCharType="end"/>
      </w:r>
      <w:bookmarkEnd w:id="7"/>
    </w:p>
    <w:p w:rsidR="00402E69" w:rsidRPr="00E87277" w:rsidRDefault="00402E69" w:rsidP="00E87277">
      <w:pPr>
        <w:pStyle w:val="Titreformulaire"/>
        <w:pBdr>
          <w:bottom w:val="single" w:sz="4" w:space="4" w:color="auto"/>
        </w:pBdr>
        <w:spacing w:before="48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Informations bancaires</w:t>
      </w:r>
    </w:p>
    <w:p w:rsidR="00402E69" w:rsidRPr="00FF7FD2" w:rsidRDefault="00402E69" w:rsidP="00402E69">
      <w:pPr>
        <w:overflowPunct/>
        <w:autoSpaceDE/>
        <w:autoSpaceDN/>
        <w:adjustRightInd/>
        <w:spacing w:before="240" w:after="60"/>
        <w:ind w:left="0" w:firstLine="0"/>
        <w:textAlignment w:val="auto"/>
        <w:rPr>
          <w:rFonts w:ascii="Arial" w:hAnsi="Arial" w:cs="Arial"/>
          <w:b/>
          <w:sz w:val="20"/>
          <w:szCs w:val="20"/>
        </w:rPr>
      </w:pPr>
      <w:r w:rsidRPr="00FF7FD2">
        <w:rPr>
          <w:rFonts w:ascii="Arial" w:hAnsi="Arial" w:cs="Arial"/>
          <w:b/>
          <w:sz w:val="20"/>
          <w:szCs w:val="20"/>
        </w:rPr>
        <w:t>Nom de l'établissement bancaire ou postal</w:t>
      </w:r>
      <w:r w:rsidR="000F43C7">
        <w:rPr>
          <w:rFonts w:ascii="Arial" w:hAnsi="Arial" w:cs="Arial"/>
          <w:b/>
          <w:sz w:val="20"/>
          <w:szCs w:val="20"/>
        </w:rPr>
        <w:t xml:space="preserve"> </w:t>
      </w:r>
      <w:r w:rsidR="000F43C7" w:rsidRPr="000F43C7">
        <w:rPr>
          <w:rFonts w:ascii="Arial" w:hAnsi="Arial" w:cs="Arial"/>
          <w:sz w:val="20"/>
          <w:szCs w:val="20"/>
        </w:rPr>
        <w:t>:</w:t>
      </w:r>
      <w:r w:rsidRPr="00FF7FD2">
        <w:rPr>
          <w:rFonts w:ascii="Arial" w:hAnsi="Arial" w:cs="Arial"/>
          <w:b/>
          <w:sz w:val="20"/>
          <w:szCs w:val="20"/>
        </w:rPr>
        <w:t xml:space="preserve"> 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="00CA72DA" w:rsidRPr="00CA72DA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402E69" w:rsidRDefault="00402E69" w:rsidP="00402E69">
      <w:pPr>
        <w:spacing w:before="60" w:after="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Localité</w:t>
      </w:r>
      <w:r w:rsidR="000F43C7">
        <w:rPr>
          <w:rFonts w:ascii="Arial" w:hAnsi="Arial" w:cs="Arial"/>
          <w:b/>
          <w:sz w:val="20"/>
          <w:szCs w:val="20"/>
        </w:rPr>
        <w:t xml:space="preserve"> </w:t>
      </w:r>
      <w:r w:rsidR="000F43C7" w:rsidRPr="000F43C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="00CA72DA" w:rsidRPr="00CA72DA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402E69" w:rsidRDefault="00402E69" w:rsidP="00402E69">
      <w:pPr>
        <w:spacing w:before="60" w:after="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Titulaire du compte</w:t>
      </w:r>
      <w:r w:rsidR="000F43C7">
        <w:rPr>
          <w:rFonts w:ascii="Arial" w:hAnsi="Arial" w:cs="Arial"/>
          <w:b/>
          <w:sz w:val="20"/>
          <w:szCs w:val="20"/>
        </w:rPr>
        <w:t xml:space="preserve"> </w:t>
      </w:r>
      <w:r w:rsidR="000F43C7" w:rsidRPr="000F43C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="00CA72DA" w:rsidRPr="00CA72DA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402E69" w:rsidRDefault="00402E69" w:rsidP="00402E69">
      <w:pPr>
        <w:pStyle w:val="Concerne"/>
        <w:spacing w:before="60" w:after="60"/>
        <w:rPr>
          <w:rFonts w:ascii="Arial" w:hAnsi="Arial" w:cs="Arial"/>
          <w:b w:val="0"/>
          <w:sz w:val="20"/>
          <w:szCs w:val="20"/>
        </w:rPr>
      </w:pPr>
      <w:r w:rsidRPr="001A0308">
        <w:rPr>
          <w:rFonts w:ascii="Arial" w:hAnsi="Arial" w:cs="Arial"/>
          <w:sz w:val="20"/>
          <w:szCs w:val="20"/>
        </w:rPr>
        <w:t>Adresse postale</w:t>
      </w:r>
      <w:r w:rsidR="000F43C7">
        <w:rPr>
          <w:rFonts w:ascii="Arial" w:hAnsi="Arial" w:cs="Arial"/>
          <w:sz w:val="20"/>
          <w:szCs w:val="20"/>
        </w:rPr>
        <w:t xml:space="preserve"> </w:t>
      </w:r>
      <w:r w:rsidR="000F43C7">
        <w:rPr>
          <w:rFonts w:ascii="Arial" w:hAnsi="Arial" w:cs="Arial"/>
          <w:b w:val="0"/>
          <w:sz w:val="20"/>
          <w:szCs w:val="20"/>
        </w:rPr>
        <w:t>:</w:t>
      </w:r>
      <w:r w:rsidRPr="001A0308">
        <w:rPr>
          <w:rFonts w:ascii="Arial" w:hAnsi="Arial" w:cs="Arial"/>
          <w:b w:val="0"/>
          <w:sz w:val="20"/>
          <w:szCs w:val="20"/>
        </w:rPr>
        <w:t xml:space="preserve"> </w:t>
      </w:r>
      <w:r w:rsidR="00CA72DA" w:rsidRPr="00CA72DA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CA72DA" w:rsidRPr="00CA72DA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="00CA72DA" w:rsidRPr="00CA72DA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="00CA72DA" w:rsidRPr="00CA72DA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="00CA72DA" w:rsidRPr="00CA72DA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="00CA72DA" w:rsidRPr="00CA72DA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0A290C" w:rsidRDefault="00402E69" w:rsidP="00F70634">
      <w:pPr>
        <w:pBdr>
          <w:bottom w:val="single" w:sz="4" w:space="4" w:color="auto"/>
        </w:pBd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IBAN</w:t>
      </w:r>
      <w:r w:rsidR="000F43C7">
        <w:rPr>
          <w:rFonts w:ascii="Arial" w:hAnsi="Arial" w:cs="Arial"/>
          <w:b/>
          <w:sz w:val="20"/>
          <w:szCs w:val="20"/>
        </w:rPr>
        <w:t xml:space="preserve"> </w:t>
      </w:r>
      <w:r w:rsidR="000F43C7">
        <w:rPr>
          <w:rFonts w:ascii="Arial" w:hAnsi="Arial" w:cs="Arial"/>
          <w:sz w:val="20"/>
          <w:szCs w:val="20"/>
        </w:rPr>
        <w:t>:</w:t>
      </w:r>
      <w:r w:rsidRPr="001A0308">
        <w:rPr>
          <w:rFonts w:ascii="Arial" w:hAnsi="Arial" w:cs="Arial"/>
          <w:b/>
          <w:sz w:val="20"/>
          <w:szCs w:val="20"/>
        </w:rPr>
        <w:t xml:space="preserve"> 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="00CA72DA" w:rsidRPr="00CA72DA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="00CA72DA"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E87277" w:rsidRDefault="00E87277">
      <w:pPr>
        <w:overflowPunct/>
        <w:autoSpaceDE/>
        <w:autoSpaceDN/>
        <w:adjustRightInd/>
        <w:spacing w:after="200" w:line="276" w:lineRule="auto"/>
        <w:ind w:left="0" w:firstLine="0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D596A" w:rsidRPr="001A0308" w:rsidRDefault="0097055E" w:rsidP="00402E69">
      <w:pPr>
        <w:pStyle w:val="Titreformulaire"/>
        <w:pBdr>
          <w:bottom w:val="single" w:sz="4" w:space="4" w:color="auto"/>
        </w:pBdr>
        <w:spacing w:before="36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Evaluation</w:t>
      </w:r>
      <w:r w:rsidR="002D596A" w:rsidRPr="001A0308">
        <w:rPr>
          <w:rFonts w:ascii="Arial" w:hAnsi="Arial" w:cs="Arial"/>
          <w:sz w:val="20"/>
          <w:szCs w:val="20"/>
        </w:rPr>
        <w:t xml:space="preserve"> du projet</w:t>
      </w:r>
    </w:p>
    <w:p w:rsidR="00215429" w:rsidRPr="00E87277" w:rsidRDefault="00215429" w:rsidP="00E06B09">
      <w:pPr>
        <w:pStyle w:val="Style1"/>
        <w:spacing w:before="480" w:after="120"/>
      </w:pPr>
      <w:r w:rsidRPr="00E87277">
        <w:t xml:space="preserve">Est-ce que </w:t>
      </w:r>
      <w:r w:rsidR="001504AC">
        <w:t xml:space="preserve">le but que vous vous êtes </w:t>
      </w:r>
      <w:r>
        <w:t>fixé</w:t>
      </w:r>
      <w:r w:rsidR="001504AC">
        <w:t>(e)</w:t>
      </w:r>
      <w:r>
        <w:t xml:space="preserve"> </w:t>
      </w:r>
      <w:r w:rsidR="001504AC">
        <w:t>par rapport aux axes de NeuchàT</w:t>
      </w:r>
      <w:r>
        <w:t>oi a été atteint</w:t>
      </w:r>
      <w:r w:rsidR="00DB7EF3">
        <w:t xml:space="preserve"> </w:t>
      </w:r>
      <w:r w:rsidR="001504AC">
        <w:t>(</w:t>
      </w:r>
      <w:r w:rsidR="00DB7EF3">
        <w:t xml:space="preserve">revoir votre choix au </w:t>
      </w:r>
      <w:r w:rsidR="001504AC">
        <w:t>point 1 du</w:t>
      </w:r>
      <w:r w:rsidR="001504AC" w:rsidRPr="00E87277">
        <w:t xml:space="preserve"> formulaire d</w:t>
      </w:r>
      <w:r w:rsidR="001504AC">
        <w:t>e demande de subvention)</w:t>
      </w:r>
      <w:r w:rsidR="000F43C7">
        <w:t xml:space="preserve"> ?</w:t>
      </w:r>
    </w:p>
    <w:p w:rsidR="00215429" w:rsidRDefault="00215429" w:rsidP="00215429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  <w:r>
        <w:rPr>
          <w:rFonts w:ascii="Arial" w:eastAsia="MS Gothic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MS Gothic" w:hAnsi="Arial" w:cs="Arial"/>
          <w:sz w:val="20"/>
          <w:szCs w:val="20"/>
        </w:rPr>
        <w:instrText xml:space="preserve"> FORMCHECKBOX </w:instrText>
      </w:r>
      <w:r w:rsidR="00D8079D">
        <w:rPr>
          <w:rFonts w:ascii="Arial" w:eastAsia="MS Gothic" w:hAnsi="Arial" w:cs="Arial"/>
          <w:sz w:val="20"/>
          <w:szCs w:val="20"/>
        </w:rPr>
      </w:r>
      <w:r w:rsidR="00D8079D">
        <w:rPr>
          <w:rFonts w:ascii="Arial" w:eastAsia="MS Gothic" w:hAnsi="Arial" w:cs="Arial"/>
          <w:sz w:val="20"/>
          <w:szCs w:val="20"/>
        </w:rPr>
        <w:fldChar w:fldCharType="separate"/>
      </w:r>
      <w:r>
        <w:rPr>
          <w:rFonts w:ascii="Arial" w:eastAsia="MS Gothic" w:hAnsi="Arial" w:cs="Arial"/>
          <w:sz w:val="20"/>
          <w:szCs w:val="20"/>
        </w:rPr>
        <w:fldChar w:fldCharType="end"/>
      </w:r>
      <w:r>
        <w:rPr>
          <w:rFonts w:ascii="Arial" w:eastAsia="MS Gothic" w:hAnsi="Arial" w:cs="Arial"/>
          <w:sz w:val="20"/>
          <w:szCs w:val="20"/>
        </w:rPr>
        <w:tab/>
      </w:r>
      <w:r w:rsidR="00095D56">
        <w:rPr>
          <w:rFonts w:ascii="Arial" w:eastAsia="MS Gothic" w:hAnsi="Arial" w:cs="Arial"/>
          <w:sz w:val="20"/>
          <w:szCs w:val="20"/>
        </w:rPr>
        <w:t>Si o</w:t>
      </w:r>
      <w:r w:rsidRPr="00CA72DA">
        <w:rPr>
          <w:rFonts w:ascii="Arial" w:eastAsia="MS Gothic" w:hAnsi="Arial" w:cs="Arial"/>
          <w:sz w:val="20"/>
          <w:szCs w:val="20"/>
        </w:rPr>
        <w:t>ui</w:t>
      </w:r>
      <w:r w:rsidR="00DB7EF3">
        <w:rPr>
          <w:rFonts w:ascii="Arial" w:eastAsia="MS Gothic" w:hAnsi="Arial" w:cs="Arial"/>
          <w:sz w:val="20"/>
          <w:szCs w:val="20"/>
        </w:rPr>
        <w:t xml:space="preserve">, de </w:t>
      </w:r>
      <w:r w:rsidR="00095D56">
        <w:rPr>
          <w:rFonts w:ascii="Arial" w:eastAsia="MS Gothic" w:hAnsi="Arial" w:cs="Arial"/>
          <w:sz w:val="20"/>
          <w:szCs w:val="20"/>
        </w:rPr>
        <w:t>quelle manière ?</w:t>
      </w:r>
    </w:p>
    <w:p w:rsidR="00095D56" w:rsidRDefault="00511653" w:rsidP="00511653">
      <w:pPr>
        <w:tabs>
          <w:tab w:val="left" w:pos="426"/>
        </w:tabs>
        <w:overflowPunct/>
        <w:autoSpaceDE/>
        <w:autoSpaceDN/>
        <w:adjustRightInd/>
        <w:spacing w:after="0"/>
        <w:ind w:left="0" w:firstLine="482"/>
        <w:textAlignment w:val="auto"/>
        <w:rPr>
          <w:rFonts w:ascii="Arial" w:eastAsia="Times New Roman" w:hAnsi="Arial" w:cs="Arial"/>
          <w:sz w:val="20"/>
          <w:szCs w:val="20"/>
          <w:lang w:eastAsia="fr-FR"/>
        </w:rPr>
      </w:pPr>
      <w:r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Pr="00CA72DA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095D56" w:rsidRPr="00CA72DA" w:rsidRDefault="00095D56" w:rsidP="00095D56">
      <w:pPr>
        <w:tabs>
          <w:tab w:val="left" w:pos="426"/>
        </w:tabs>
        <w:overflowPunct/>
        <w:autoSpaceDE/>
        <w:autoSpaceDN/>
        <w:adjustRightInd/>
        <w:spacing w:after="0"/>
        <w:ind w:left="426" w:firstLine="0"/>
        <w:textAlignment w:val="auto"/>
        <w:rPr>
          <w:rFonts w:ascii="Arial" w:eastAsia="MS Gothic" w:hAnsi="Arial" w:cs="Arial"/>
          <w:sz w:val="20"/>
          <w:szCs w:val="20"/>
        </w:rPr>
      </w:pPr>
    </w:p>
    <w:p w:rsidR="00DB7EF3" w:rsidRDefault="00215429" w:rsidP="00215429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  <w:r>
        <w:rPr>
          <w:rFonts w:ascii="Arial" w:eastAsia="MS Gothic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MS Gothic" w:hAnsi="Arial" w:cs="Arial"/>
          <w:sz w:val="20"/>
          <w:szCs w:val="20"/>
        </w:rPr>
        <w:instrText xml:space="preserve"> FORMCHECKBOX </w:instrText>
      </w:r>
      <w:r w:rsidR="00D8079D">
        <w:rPr>
          <w:rFonts w:ascii="Arial" w:eastAsia="MS Gothic" w:hAnsi="Arial" w:cs="Arial"/>
          <w:sz w:val="20"/>
          <w:szCs w:val="20"/>
        </w:rPr>
      </w:r>
      <w:r w:rsidR="00D8079D">
        <w:rPr>
          <w:rFonts w:ascii="Arial" w:eastAsia="MS Gothic" w:hAnsi="Arial" w:cs="Arial"/>
          <w:sz w:val="20"/>
          <w:szCs w:val="20"/>
        </w:rPr>
        <w:fldChar w:fldCharType="separate"/>
      </w:r>
      <w:r>
        <w:rPr>
          <w:rFonts w:ascii="Arial" w:eastAsia="MS Gothic" w:hAnsi="Arial" w:cs="Arial"/>
          <w:sz w:val="20"/>
          <w:szCs w:val="20"/>
        </w:rPr>
        <w:fldChar w:fldCharType="end"/>
      </w:r>
      <w:r>
        <w:rPr>
          <w:rFonts w:ascii="Arial" w:eastAsia="MS Gothic" w:hAnsi="Arial" w:cs="Arial"/>
          <w:sz w:val="20"/>
          <w:szCs w:val="20"/>
        </w:rPr>
        <w:tab/>
      </w:r>
      <w:r w:rsidR="00BF39AE">
        <w:rPr>
          <w:rFonts w:ascii="Arial" w:eastAsia="MS Gothic" w:hAnsi="Arial" w:cs="Arial"/>
          <w:sz w:val="20"/>
          <w:szCs w:val="20"/>
        </w:rPr>
        <w:t>Si n</w:t>
      </w:r>
      <w:r w:rsidR="00DB7EF3">
        <w:rPr>
          <w:rFonts w:ascii="Arial" w:eastAsia="MS Gothic" w:hAnsi="Arial" w:cs="Arial"/>
          <w:sz w:val="20"/>
          <w:szCs w:val="20"/>
        </w:rPr>
        <w:t>on, pour quelles raisons ?</w:t>
      </w:r>
    </w:p>
    <w:p w:rsidR="00095D56" w:rsidRPr="001504AC" w:rsidRDefault="00215429" w:rsidP="00215429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MS Gothic" w:hAnsi="Arial" w:cs="Arial"/>
          <w:sz w:val="20"/>
          <w:szCs w:val="20"/>
        </w:rPr>
        <w:tab/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Pr="00CA72DA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Pr="00CA72DA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1504AC" w:rsidRPr="00E06B09" w:rsidRDefault="001504AC" w:rsidP="00E06B09">
      <w:pPr>
        <w:pStyle w:val="Style1"/>
        <w:spacing w:before="480" w:after="120"/>
      </w:pPr>
      <w:r w:rsidRPr="00E06B09">
        <w:t>Est-ce que toutes les activités prévues (</w:t>
      </w:r>
      <w:r w:rsidR="00DB7EF3" w:rsidRPr="00E06B09">
        <w:t xml:space="preserve">revoir le </w:t>
      </w:r>
      <w:r w:rsidRPr="00E06B09">
        <w:t>point 2 du formulaire de demande de subvention) ont été réalisées</w:t>
      </w:r>
      <w:r w:rsidR="000F43C7">
        <w:t xml:space="preserve"> ?</w:t>
      </w:r>
      <w:r w:rsidRPr="00E06B09">
        <w:t xml:space="preserve"> </w:t>
      </w:r>
    </w:p>
    <w:p w:rsidR="001504AC" w:rsidRDefault="001504AC" w:rsidP="001504AC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  <w:r w:rsidRPr="00822769">
        <w:rPr>
          <w:rFonts w:ascii="Arial" w:eastAsia="MS Gothic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3"/>
      <w:r w:rsidRPr="00822769">
        <w:rPr>
          <w:rFonts w:ascii="Arial" w:eastAsia="MS Gothic" w:hAnsi="Arial" w:cs="Arial"/>
          <w:sz w:val="20"/>
          <w:szCs w:val="20"/>
        </w:rPr>
        <w:instrText xml:space="preserve"> FORMCHECKBOX </w:instrText>
      </w:r>
      <w:r w:rsidR="00D8079D">
        <w:rPr>
          <w:rFonts w:ascii="Arial" w:eastAsia="MS Gothic" w:hAnsi="Arial" w:cs="Arial"/>
          <w:sz w:val="20"/>
          <w:szCs w:val="20"/>
        </w:rPr>
      </w:r>
      <w:r w:rsidR="00D8079D">
        <w:rPr>
          <w:rFonts w:ascii="Arial" w:eastAsia="MS Gothic" w:hAnsi="Arial" w:cs="Arial"/>
          <w:sz w:val="20"/>
          <w:szCs w:val="20"/>
        </w:rPr>
        <w:fldChar w:fldCharType="separate"/>
      </w:r>
      <w:r w:rsidRPr="00822769">
        <w:rPr>
          <w:rFonts w:ascii="Arial" w:eastAsia="MS Gothic" w:hAnsi="Arial" w:cs="Arial"/>
          <w:sz w:val="20"/>
          <w:szCs w:val="20"/>
        </w:rPr>
        <w:fldChar w:fldCharType="end"/>
      </w:r>
      <w:bookmarkEnd w:id="8"/>
      <w:r>
        <w:rPr>
          <w:rFonts w:ascii="Arial" w:eastAsia="MS Gothic" w:hAnsi="Arial" w:cs="Arial"/>
          <w:sz w:val="20"/>
          <w:szCs w:val="20"/>
        </w:rPr>
        <w:tab/>
      </w:r>
      <w:r w:rsidR="00DB7EF3">
        <w:rPr>
          <w:rFonts w:ascii="Arial" w:eastAsia="MS Gothic" w:hAnsi="Arial" w:cs="Arial"/>
          <w:sz w:val="20"/>
          <w:szCs w:val="20"/>
        </w:rPr>
        <w:t>O</w:t>
      </w:r>
      <w:r w:rsidRPr="00822769">
        <w:rPr>
          <w:rFonts w:ascii="Arial" w:eastAsia="MS Gothic" w:hAnsi="Arial" w:cs="Arial"/>
          <w:sz w:val="20"/>
          <w:szCs w:val="20"/>
        </w:rPr>
        <w:t>ui</w:t>
      </w:r>
      <w:r w:rsidR="00DB7EF3">
        <w:rPr>
          <w:rFonts w:ascii="Arial" w:eastAsia="MS Gothic" w:hAnsi="Arial" w:cs="Arial"/>
          <w:sz w:val="20"/>
          <w:szCs w:val="20"/>
        </w:rPr>
        <w:t>. N’hésitez pas à nous en dire plus !</w:t>
      </w:r>
    </w:p>
    <w:p w:rsidR="00DB7EF3" w:rsidRDefault="00DB7EF3" w:rsidP="001504AC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  <w:r>
        <w:rPr>
          <w:rFonts w:ascii="Arial" w:eastAsia="MS Gothic" w:hAnsi="Arial" w:cs="Arial"/>
          <w:sz w:val="20"/>
          <w:szCs w:val="20"/>
        </w:rPr>
        <w:tab/>
      </w:r>
      <w:r w:rsidRPr="00822769">
        <w:rPr>
          <w:rFonts w:ascii="Arial" w:eastAsia="MS Gothic" w:hAnsi="Arial" w:cs="Arial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MS Gothic" w:hAnsi="Arial" w:cs="Arial"/>
          <w:sz w:val="20"/>
          <w:szCs w:val="20"/>
        </w:rPr>
        <w:instrText xml:space="preserve"> FORMTEXT </w:instrText>
      </w:r>
      <w:r w:rsidRPr="00822769">
        <w:rPr>
          <w:rFonts w:ascii="Arial" w:eastAsia="MS Gothic" w:hAnsi="Arial" w:cs="Arial"/>
          <w:sz w:val="20"/>
          <w:szCs w:val="20"/>
        </w:rPr>
      </w:r>
      <w:r w:rsidRPr="00822769">
        <w:rPr>
          <w:rFonts w:ascii="Arial" w:eastAsia="MS Gothic" w:hAnsi="Arial" w:cs="Arial"/>
          <w:sz w:val="20"/>
          <w:szCs w:val="20"/>
        </w:rPr>
        <w:fldChar w:fldCharType="separate"/>
      </w:r>
      <w:r w:rsidRPr="00822769">
        <w:rPr>
          <w:rFonts w:ascii="Arial" w:eastAsia="MS Gothic" w:hAnsi="Arial" w:cs="Arial"/>
          <w:sz w:val="20"/>
          <w:szCs w:val="20"/>
        </w:rPr>
        <w:t>cliquez ici pour taper du texte</w:t>
      </w:r>
      <w:r w:rsidRPr="00822769">
        <w:rPr>
          <w:rFonts w:ascii="Arial" w:eastAsia="MS Gothic" w:hAnsi="Arial" w:cs="Arial"/>
          <w:sz w:val="20"/>
          <w:szCs w:val="20"/>
        </w:rPr>
        <w:fldChar w:fldCharType="end"/>
      </w:r>
    </w:p>
    <w:p w:rsidR="00DB7EF3" w:rsidRPr="00822769" w:rsidRDefault="00DB7EF3" w:rsidP="001504AC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</w:p>
    <w:p w:rsidR="001504AC" w:rsidRPr="00822769" w:rsidRDefault="001504AC" w:rsidP="001504AC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  <w:r w:rsidRPr="00822769">
        <w:rPr>
          <w:rFonts w:ascii="Arial" w:eastAsia="MS Gothic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4"/>
      <w:r w:rsidRPr="00822769">
        <w:rPr>
          <w:rFonts w:ascii="Arial" w:eastAsia="MS Gothic" w:hAnsi="Arial" w:cs="Arial"/>
          <w:sz w:val="20"/>
          <w:szCs w:val="20"/>
        </w:rPr>
        <w:instrText xml:space="preserve"> FORMCHECKBOX </w:instrText>
      </w:r>
      <w:r w:rsidR="00D8079D">
        <w:rPr>
          <w:rFonts w:ascii="Arial" w:eastAsia="MS Gothic" w:hAnsi="Arial" w:cs="Arial"/>
          <w:sz w:val="20"/>
          <w:szCs w:val="20"/>
        </w:rPr>
      </w:r>
      <w:r w:rsidR="00D8079D">
        <w:rPr>
          <w:rFonts w:ascii="Arial" w:eastAsia="MS Gothic" w:hAnsi="Arial" w:cs="Arial"/>
          <w:sz w:val="20"/>
          <w:szCs w:val="20"/>
        </w:rPr>
        <w:fldChar w:fldCharType="separate"/>
      </w:r>
      <w:r w:rsidRPr="00822769">
        <w:rPr>
          <w:rFonts w:ascii="Arial" w:eastAsia="MS Gothic" w:hAnsi="Arial" w:cs="Arial"/>
          <w:sz w:val="20"/>
          <w:szCs w:val="20"/>
        </w:rPr>
        <w:fldChar w:fldCharType="end"/>
      </w:r>
      <w:bookmarkEnd w:id="9"/>
      <w:r>
        <w:rPr>
          <w:rFonts w:ascii="Arial" w:eastAsia="MS Gothic" w:hAnsi="Arial" w:cs="Arial"/>
          <w:sz w:val="20"/>
          <w:szCs w:val="20"/>
        </w:rPr>
        <w:tab/>
      </w:r>
      <w:r w:rsidRPr="00822769">
        <w:rPr>
          <w:rFonts w:ascii="Arial" w:eastAsia="MS Gothic" w:hAnsi="Arial" w:cs="Arial"/>
          <w:sz w:val="20"/>
          <w:szCs w:val="20"/>
        </w:rPr>
        <w:t>Non. Veuillez indiquer les changements éventuels et en expliquer</w:t>
      </w:r>
      <w:r w:rsidR="00DB7EF3">
        <w:rPr>
          <w:rFonts w:ascii="Arial" w:eastAsia="MS Gothic" w:hAnsi="Arial" w:cs="Arial"/>
          <w:sz w:val="20"/>
          <w:szCs w:val="20"/>
        </w:rPr>
        <w:t xml:space="preserve"> les raisons.</w:t>
      </w:r>
    </w:p>
    <w:p w:rsidR="001504AC" w:rsidRPr="00822769" w:rsidRDefault="001504AC" w:rsidP="001504AC">
      <w:pPr>
        <w:tabs>
          <w:tab w:val="left" w:pos="426"/>
        </w:tabs>
        <w:overflowPunct/>
        <w:autoSpaceDE/>
        <w:autoSpaceDN/>
        <w:adjustRightInd/>
        <w:spacing w:after="0"/>
        <w:ind w:left="0" w:firstLine="0"/>
        <w:textAlignment w:val="auto"/>
        <w:rPr>
          <w:rFonts w:ascii="Arial" w:eastAsia="MS Gothic" w:hAnsi="Arial" w:cs="Arial"/>
          <w:sz w:val="20"/>
          <w:szCs w:val="20"/>
        </w:rPr>
      </w:pPr>
      <w:r>
        <w:rPr>
          <w:rFonts w:ascii="Arial" w:eastAsia="MS Gothic" w:hAnsi="Arial" w:cs="Arial"/>
          <w:sz w:val="20"/>
          <w:szCs w:val="20"/>
        </w:rPr>
        <w:tab/>
      </w:r>
      <w:r w:rsidRPr="00822769">
        <w:rPr>
          <w:rFonts w:ascii="Arial" w:eastAsia="MS Gothic" w:hAnsi="Arial" w:cs="Arial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MS Gothic" w:hAnsi="Arial" w:cs="Arial"/>
          <w:sz w:val="20"/>
          <w:szCs w:val="20"/>
        </w:rPr>
        <w:instrText xml:space="preserve"> FORMTEXT </w:instrText>
      </w:r>
      <w:r w:rsidRPr="00822769">
        <w:rPr>
          <w:rFonts w:ascii="Arial" w:eastAsia="MS Gothic" w:hAnsi="Arial" w:cs="Arial"/>
          <w:sz w:val="20"/>
          <w:szCs w:val="20"/>
        </w:rPr>
      </w:r>
      <w:r w:rsidRPr="00822769">
        <w:rPr>
          <w:rFonts w:ascii="Arial" w:eastAsia="MS Gothic" w:hAnsi="Arial" w:cs="Arial"/>
          <w:sz w:val="20"/>
          <w:szCs w:val="20"/>
        </w:rPr>
        <w:fldChar w:fldCharType="separate"/>
      </w:r>
      <w:r w:rsidRPr="00822769">
        <w:rPr>
          <w:rFonts w:ascii="Arial" w:eastAsia="MS Gothic" w:hAnsi="Arial" w:cs="Arial"/>
          <w:sz w:val="20"/>
          <w:szCs w:val="20"/>
        </w:rPr>
        <w:t>cliquez ici pour taper du texte</w:t>
      </w:r>
      <w:r w:rsidRPr="00822769">
        <w:rPr>
          <w:rFonts w:ascii="Arial" w:eastAsia="MS Gothic" w:hAnsi="Arial" w:cs="Arial"/>
          <w:sz w:val="20"/>
          <w:szCs w:val="20"/>
        </w:rPr>
        <w:fldChar w:fldCharType="end"/>
      </w:r>
    </w:p>
    <w:p w:rsidR="0063718D" w:rsidRPr="005B5D81" w:rsidRDefault="0063718D" w:rsidP="0063718D">
      <w:pPr>
        <w:pStyle w:val="Style1"/>
        <w:spacing w:before="480" w:after="120"/>
      </w:pPr>
      <w:r w:rsidRPr="005B5D81">
        <w:t>Qu'est-ce qui a particulièrement bien marché dans votre projet</w:t>
      </w:r>
      <w:r w:rsidR="000F43C7">
        <w:t xml:space="preserve"> ?</w:t>
      </w:r>
    </w:p>
    <w:p w:rsidR="0063718D" w:rsidRDefault="0063718D" w:rsidP="0063718D">
      <w:pPr>
        <w:pStyle w:val="Concerne"/>
        <w:spacing w:before="120"/>
        <w:rPr>
          <w:rFonts w:ascii="Arial" w:hAnsi="Arial" w:cs="Arial"/>
          <w:b w:val="0"/>
          <w:i/>
          <w:sz w:val="20"/>
          <w:szCs w:val="20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63718D" w:rsidRDefault="0063718D" w:rsidP="0063718D">
      <w:pPr>
        <w:pStyle w:val="Style1"/>
        <w:spacing w:before="480" w:after="120"/>
      </w:pPr>
      <w:r w:rsidRPr="005B5D81">
        <w:t>Qu'est-ce qui a été difficile ou a moins bien marché dans votre projet</w:t>
      </w:r>
      <w:r w:rsidR="000F43C7">
        <w:t xml:space="preserve"> ?</w:t>
      </w:r>
      <w:r w:rsidRPr="005B5D81">
        <w:t xml:space="preserve"> Pour quelles raisons</w:t>
      </w:r>
      <w:r w:rsidR="000F43C7">
        <w:t xml:space="preserve"> ?</w:t>
      </w:r>
      <w:r w:rsidRPr="005B5D81">
        <w:t xml:space="preserve"> </w:t>
      </w:r>
    </w:p>
    <w:p w:rsidR="0063718D" w:rsidRPr="0063718D" w:rsidRDefault="0063718D" w:rsidP="0063718D">
      <w:pPr>
        <w:pStyle w:val="Concerne"/>
        <w:spacing w:before="120"/>
        <w:rPr>
          <w:rFonts w:ascii="Arial" w:hAnsi="Arial" w:cs="Arial"/>
          <w:b w:val="0"/>
          <w:i/>
          <w:sz w:val="20"/>
          <w:szCs w:val="20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63718D" w:rsidRDefault="0063718D" w:rsidP="0063718D">
      <w:pPr>
        <w:pStyle w:val="Style1"/>
        <w:spacing w:before="480" w:after="120"/>
      </w:pPr>
      <w:r w:rsidRPr="005B5D81">
        <w:t>Combien de personnes étaient présentes (estimation)</w:t>
      </w:r>
      <w:r w:rsidR="000F43C7">
        <w:t xml:space="preserve"> ?</w:t>
      </w:r>
      <w:r w:rsidRPr="005B5D81">
        <w:t xml:space="preserve"> </w:t>
      </w:r>
    </w:p>
    <w:p w:rsidR="0063718D" w:rsidRPr="0063718D" w:rsidRDefault="0063718D" w:rsidP="0063718D">
      <w:pPr>
        <w:pStyle w:val="Concerne"/>
        <w:spacing w:before="120"/>
        <w:rPr>
          <w:rFonts w:ascii="Arial" w:hAnsi="Arial" w:cs="Arial"/>
          <w:b w:val="0"/>
          <w:i/>
          <w:sz w:val="20"/>
          <w:szCs w:val="20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63718D" w:rsidRPr="005B5D81" w:rsidRDefault="0063718D" w:rsidP="0063718D">
      <w:pPr>
        <w:pStyle w:val="Style1"/>
        <w:spacing w:before="480" w:after="120"/>
      </w:pPr>
      <w:r w:rsidRPr="005B5D81">
        <w:t>Quel type de public a davantage participé à votre projet</w:t>
      </w:r>
      <w:r w:rsidR="000F43C7">
        <w:t xml:space="preserve"> ?</w:t>
      </w:r>
    </w:p>
    <w:p w:rsidR="0063718D" w:rsidRDefault="0063718D" w:rsidP="0063718D">
      <w:pPr>
        <w:pStyle w:val="Concerne"/>
        <w:spacing w:before="120"/>
        <w:rPr>
          <w:rFonts w:ascii="Arial" w:eastAsia="Times New Roman" w:hAnsi="Arial" w:cs="Arial"/>
          <w:b w:val="0"/>
          <w:sz w:val="20"/>
          <w:szCs w:val="20"/>
          <w:lang w:eastAsia="fr-FR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63718D" w:rsidRPr="0063718D" w:rsidRDefault="0063718D" w:rsidP="0063718D">
      <w:pPr>
        <w:pStyle w:val="Style1"/>
        <w:spacing w:before="480" w:after="120"/>
      </w:pPr>
      <w:r w:rsidRPr="0063718D">
        <w:t>Comment décri</w:t>
      </w:r>
      <w:r w:rsidR="00540B9C">
        <w:t>r</w:t>
      </w:r>
      <w:r w:rsidRPr="0063718D">
        <w:t xml:space="preserve">iez-vous la satisfaction du public ? </w:t>
      </w:r>
    </w:p>
    <w:p w:rsidR="0063718D" w:rsidRPr="0063718D" w:rsidRDefault="0063718D" w:rsidP="0063718D">
      <w:pPr>
        <w:pStyle w:val="Concerne"/>
        <w:spacing w:before="120"/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</w:pP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end"/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 xml:space="preserve"> </w:t>
      </w:r>
    </w:p>
    <w:p w:rsidR="0063718D" w:rsidRDefault="0063718D" w:rsidP="0063718D">
      <w:pPr>
        <w:pStyle w:val="Style1"/>
        <w:spacing w:before="480" w:after="120"/>
      </w:pPr>
      <w:r w:rsidRPr="0063718D">
        <w:t xml:space="preserve">Qu’est-ce que votre projet a amené d’original ou de spécifique à NeuchàToi 2016 et à la réflexion sur la laïcité et la pluralité religieuse ? </w:t>
      </w:r>
    </w:p>
    <w:p w:rsidR="0063718D" w:rsidRDefault="0063718D" w:rsidP="0063718D">
      <w:pPr>
        <w:pStyle w:val="Concerne"/>
        <w:spacing w:before="120"/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</w:pP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instrText xml:space="preserve"> FORMTEXT </w:instrText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separate"/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end"/>
      </w:r>
    </w:p>
    <w:p w:rsidR="0063718D" w:rsidRDefault="0063718D" w:rsidP="0063718D">
      <w:pPr>
        <w:pStyle w:val="Style1"/>
        <w:spacing w:before="480" w:after="120"/>
      </w:pPr>
      <w:r>
        <w:t xml:space="preserve">Quel est le message que vous avez souhaité transmettre au public concernant la laïcité et la pluralité religieuse ? Et qu’est-ce que </w:t>
      </w:r>
      <w:r w:rsidRPr="0063718D">
        <w:t>vous espérez que les participant-e-s gard</w:t>
      </w:r>
      <w:r>
        <w:t>ent</w:t>
      </w:r>
      <w:r w:rsidRPr="0063718D">
        <w:t xml:space="preserve"> en souvenir de votre projet ?</w:t>
      </w:r>
    </w:p>
    <w:p w:rsidR="0063718D" w:rsidRDefault="0063718D" w:rsidP="0063718D">
      <w:pPr>
        <w:pStyle w:val="Concerne"/>
        <w:spacing w:before="120"/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</w:pP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instrText xml:space="preserve"> FORMTEXT </w:instrText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separate"/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63718D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fldChar w:fldCharType="end"/>
      </w:r>
    </w:p>
    <w:p w:rsidR="00095D56" w:rsidRDefault="000F02D1" w:rsidP="0063718D">
      <w:pPr>
        <w:pStyle w:val="Style1"/>
        <w:spacing w:before="480" w:after="120"/>
      </w:pPr>
      <w:r w:rsidRPr="000F02D1">
        <w:t>Globalement</w:t>
      </w:r>
      <w:r>
        <w:t xml:space="preserve"> et en fonction de votre évaluation</w:t>
      </w:r>
      <w:r w:rsidRPr="000F02D1">
        <w:t>, êtes-vous satisfait-e du déroulement et des résultats de votre projet</w:t>
      </w:r>
      <w:r w:rsidR="000F43C7">
        <w:t xml:space="preserve"> ?</w:t>
      </w:r>
      <w:r w:rsidRPr="000F02D1">
        <w:t xml:space="preserve"> </w:t>
      </w:r>
    </w:p>
    <w:p w:rsidR="00095D56" w:rsidRPr="0063718D" w:rsidRDefault="00095D56" w:rsidP="0063718D">
      <w:pPr>
        <w:pStyle w:val="Concerne"/>
        <w:spacing w:before="120"/>
        <w:ind w:left="0" w:firstLine="0"/>
        <w:rPr>
          <w:rFonts w:ascii="Arial" w:hAnsi="Arial" w:cs="Arial"/>
          <w:b w:val="0"/>
          <w:sz w:val="20"/>
          <w:szCs w:val="20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210615" w:rsidRPr="00210615" w:rsidRDefault="00210615" w:rsidP="00210615">
      <w:pPr>
        <w:spacing w:before="48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210615">
        <w:rPr>
          <w:rFonts w:ascii="Arial" w:hAnsi="Arial" w:cs="Arial"/>
          <w:b/>
          <w:sz w:val="20"/>
          <w:szCs w:val="20"/>
        </w:rPr>
        <w:lastRenderedPageBreak/>
        <w:t>Avez-vous des pistes pour améliorer vos actions futures</w:t>
      </w:r>
      <w:r w:rsidR="000F43C7">
        <w:rPr>
          <w:rFonts w:ascii="Arial" w:hAnsi="Arial" w:cs="Arial"/>
          <w:b/>
          <w:sz w:val="20"/>
          <w:szCs w:val="20"/>
        </w:rPr>
        <w:t xml:space="preserve"> ?</w:t>
      </w:r>
    </w:p>
    <w:p w:rsidR="00210615" w:rsidRPr="00210615" w:rsidRDefault="00210615" w:rsidP="00210615">
      <w:pPr>
        <w:tabs>
          <w:tab w:val="left" w:pos="4820"/>
          <w:tab w:val="right" w:pos="8789"/>
        </w:tabs>
        <w:spacing w:before="120"/>
        <w:ind w:left="1077" w:hanging="1077"/>
        <w:jc w:val="both"/>
        <w:rPr>
          <w:rFonts w:ascii="Arial" w:hAnsi="Arial" w:cs="Arial"/>
          <w:i/>
          <w:sz w:val="20"/>
          <w:szCs w:val="20"/>
        </w:rPr>
      </w:pPr>
      <w:r w:rsidRPr="00210615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210615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Pr="00210615">
        <w:rPr>
          <w:rFonts w:ascii="Arial" w:eastAsia="Times New Roman" w:hAnsi="Arial" w:cs="Arial"/>
          <w:sz w:val="20"/>
          <w:szCs w:val="20"/>
          <w:lang w:eastAsia="fr-FR"/>
        </w:rPr>
      </w:r>
      <w:r w:rsidRPr="00210615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Pr="00210615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Pr="00210615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842164" w:rsidRDefault="00842164" w:rsidP="0063718D">
      <w:pPr>
        <w:pStyle w:val="Style1"/>
        <w:spacing w:before="480" w:after="120"/>
      </w:pPr>
      <w:r w:rsidRPr="00842164">
        <w:t>Comment estimez-vous la qualité des relations avec le comité d’organisation de NeuchàToi</w:t>
      </w:r>
      <w:r w:rsidR="00BF39AE">
        <w:t> ?</w:t>
      </w:r>
      <w:r w:rsidRPr="00842164">
        <w:t> </w:t>
      </w:r>
    </w:p>
    <w:p w:rsidR="00BF39AE" w:rsidRDefault="00BF39AE" w:rsidP="00BF39AE">
      <w:pPr>
        <w:pStyle w:val="Concerne"/>
        <w:spacing w:before="120"/>
        <w:rPr>
          <w:rFonts w:ascii="Arial" w:hAnsi="Arial" w:cs="Arial"/>
          <w:b w:val="0"/>
          <w:i/>
          <w:sz w:val="20"/>
          <w:szCs w:val="20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3245B7" w:rsidRPr="001675CD" w:rsidRDefault="007C0F47" w:rsidP="00BF39AE">
      <w:pPr>
        <w:pStyle w:val="Style1"/>
        <w:spacing w:before="480" w:after="120"/>
        <w:rPr>
          <w:u w:val="single"/>
        </w:rPr>
      </w:pPr>
      <w:r>
        <w:rPr>
          <w:u w:val="single"/>
        </w:rPr>
        <w:t xml:space="preserve">Remarques </w:t>
      </w:r>
      <w:r w:rsidR="003245B7">
        <w:rPr>
          <w:u w:val="single"/>
        </w:rPr>
        <w:t>(facultatif)</w:t>
      </w:r>
    </w:p>
    <w:p w:rsidR="003245B7" w:rsidRPr="00FE7045" w:rsidRDefault="00822769" w:rsidP="00FE7045">
      <w:pPr>
        <w:pStyle w:val="Concerne"/>
        <w:spacing w:before="120"/>
        <w:ind w:left="0" w:firstLine="0"/>
        <w:rPr>
          <w:rFonts w:ascii="Arial" w:hAnsi="Arial" w:cs="Arial"/>
          <w:sz w:val="20"/>
          <w:szCs w:val="20"/>
        </w:rPr>
      </w:pP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0932B1" w:rsidRPr="00E87277" w:rsidRDefault="00D8404E" w:rsidP="0063718D">
      <w:pPr>
        <w:pStyle w:val="Titreformulaire"/>
        <w:pBdr>
          <w:bottom w:val="single" w:sz="4" w:space="4" w:color="auto"/>
        </w:pBdr>
        <w:spacing w:before="360" w:after="120"/>
        <w:ind w:left="357" w:hanging="357"/>
        <w:rPr>
          <w:rFonts w:ascii="Arial" w:hAnsi="Arial" w:cs="Arial"/>
          <w:sz w:val="20"/>
          <w:szCs w:val="20"/>
        </w:rPr>
      </w:pPr>
      <w:r w:rsidRPr="00E87277">
        <w:rPr>
          <w:rFonts w:ascii="Arial" w:hAnsi="Arial" w:cs="Arial"/>
          <w:sz w:val="20"/>
          <w:szCs w:val="20"/>
        </w:rPr>
        <w:t>Comptes</w:t>
      </w:r>
    </w:p>
    <w:p w:rsidR="000932B1" w:rsidRDefault="00D8404E" w:rsidP="000932B1">
      <w:pPr>
        <w:pStyle w:val="Concerne"/>
        <w:spacing w:after="0"/>
        <w:ind w:left="0" w:firstLine="0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Les comptes </w:t>
      </w:r>
      <w:r w:rsidR="000932B1">
        <w:rPr>
          <w:rFonts w:ascii="Arial" w:hAnsi="Arial" w:cs="Arial"/>
          <w:b w:val="0"/>
          <w:i/>
          <w:sz w:val="20"/>
          <w:szCs w:val="20"/>
        </w:rPr>
        <w:t>détaillé</w:t>
      </w:r>
      <w:r>
        <w:rPr>
          <w:rFonts w:ascii="Arial" w:hAnsi="Arial" w:cs="Arial"/>
          <w:b w:val="0"/>
          <w:i/>
          <w:sz w:val="20"/>
          <w:szCs w:val="20"/>
        </w:rPr>
        <w:t>s</w:t>
      </w:r>
      <w:r w:rsidR="000932B1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="000932B1" w:rsidRPr="000932B1">
        <w:rPr>
          <w:rFonts w:ascii="Arial" w:hAnsi="Arial" w:cs="Arial"/>
          <w:b w:val="0"/>
          <w:i/>
          <w:sz w:val="20"/>
          <w:szCs w:val="20"/>
        </w:rPr>
        <w:t>doi</w:t>
      </w:r>
      <w:r>
        <w:rPr>
          <w:rFonts w:ascii="Arial" w:hAnsi="Arial" w:cs="Arial"/>
          <w:b w:val="0"/>
          <w:i/>
          <w:sz w:val="20"/>
          <w:szCs w:val="20"/>
        </w:rPr>
        <w:t>vent</w:t>
      </w:r>
      <w:r w:rsidR="000932B1" w:rsidRPr="000932B1">
        <w:rPr>
          <w:rFonts w:ascii="Arial" w:hAnsi="Arial" w:cs="Arial"/>
          <w:b w:val="0"/>
          <w:i/>
          <w:sz w:val="20"/>
          <w:szCs w:val="20"/>
        </w:rPr>
        <w:t xml:space="preserve"> obligatoirement </w:t>
      </w:r>
      <w:r w:rsidR="00357D10" w:rsidRPr="000932B1">
        <w:rPr>
          <w:rFonts w:ascii="Arial" w:hAnsi="Arial" w:cs="Arial"/>
          <w:b w:val="0"/>
          <w:i/>
          <w:sz w:val="20"/>
          <w:szCs w:val="20"/>
        </w:rPr>
        <w:t xml:space="preserve">être </w:t>
      </w:r>
      <w:r w:rsidR="000932B1">
        <w:rPr>
          <w:rFonts w:ascii="Arial" w:hAnsi="Arial" w:cs="Arial"/>
          <w:b w:val="0"/>
          <w:i/>
          <w:sz w:val="20"/>
          <w:szCs w:val="20"/>
        </w:rPr>
        <w:t>joint</w:t>
      </w:r>
      <w:r>
        <w:rPr>
          <w:rFonts w:ascii="Arial" w:hAnsi="Arial" w:cs="Arial"/>
          <w:b w:val="0"/>
          <w:i/>
          <w:sz w:val="20"/>
          <w:szCs w:val="20"/>
        </w:rPr>
        <w:t>s</w:t>
      </w:r>
      <w:r w:rsidR="000932B1" w:rsidRPr="000932B1">
        <w:rPr>
          <w:rFonts w:ascii="Arial" w:hAnsi="Arial" w:cs="Arial"/>
          <w:b w:val="0"/>
          <w:i/>
          <w:sz w:val="20"/>
          <w:szCs w:val="20"/>
        </w:rPr>
        <w:t xml:space="preserve"> à ce </w:t>
      </w:r>
      <w:r>
        <w:rPr>
          <w:rFonts w:ascii="Arial" w:hAnsi="Arial" w:cs="Arial"/>
          <w:b w:val="0"/>
          <w:i/>
          <w:sz w:val="20"/>
          <w:szCs w:val="20"/>
        </w:rPr>
        <w:t>rapport</w:t>
      </w:r>
      <w:r w:rsidR="003478E1">
        <w:rPr>
          <w:rFonts w:ascii="Arial" w:hAnsi="Arial" w:cs="Arial"/>
          <w:b w:val="0"/>
          <w:i/>
          <w:sz w:val="20"/>
          <w:szCs w:val="20"/>
        </w:rPr>
        <w:t xml:space="preserve"> (annexe</w:t>
      </w:r>
      <w:r w:rsidR="00357D10">
        <w:rPr>
          <w:rFonts w:ascii="Arial" w:hAnsi="Arial" w:cs="Arial"/>
          <w:b w:val="0"/>
          <w:i/>
          <w:sz w:val="20"/>
          <w:szCs w:val="20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t>2</w:t>
      </w:r>
      <w:r w:rsidR="003478E1">
        <w:rPr>
          <w:rFonts w:ascii="Arial" w:hAnsi="Arial" w:cs="Arial"/>
          <w:b w:val="0"/>
          <w:i/>
          <w:sz w:val="20"/>
          <w:szCs w:val="20"/>
        </w:rPr>
        <w:t>)</w:t>
      </w:r>
      <w:r w:rsidR="000932B1" w:rsidRPr="000932B1">
        <w:rPr>
          <w:rFonts w:ascii="Arial" w:hAnsi="Arial" w:cs="Arial"/>
          <w:b w:val="0"/>
          <w:i/>
          <w:sz w:val="20"/>
          <w:szCs w:val="20"/>
        </w:rPr>
        <w:t xml:space="preserve">. </w:t>
      </w:r>
      <w:r w:rsidR="003478E1">
        <w:rPr>
          <w:rFonts w:ascii="Arial" w:hAnsi="Arial" w:cs="Arial"/>
          <w:b w:val="0"/>
          <w:i/>
          <w:sz w:val="20"/>
          <w:szCs w:val="20"/>
        </w:rPr>
        <w:t>Veuillez reporter ici</w:t>
      </w:r>
      <w:r w:rsidR="00BE2D62">
        <w:rPr>
          <w:rFonts w:ascii="Arial" w:hAnsi="Arial" w:cs="Arial"/>
          <w:b w:val="0"/>
          <w:i/>
          <w:sz w:val="20"/>
          <w:szCs w:val="20"/>
        </w:rPr>
        <w:t xml:space="preserve"> uniquement</w:t>
      </w:r>
      <w:r w:rsidR="00505670">
        <w:rPr>
          <w:rFonts w:ascii="Arial" w:hAnsi="Arial" w:cs="Arial"/>
          <w:b w:val="0"/>
          <w:i/>
          <w:sz w:val="20"/>
          <w:szCs w:val="20"/>
        </w:rPr>
        <w:t xml:space="preserve"> les rubriques principales</w:t>
      </w:r>
      <w:r w:rsidR="000F43C7">
        <w:rPr>
          <w:rFonts w:ascii="Arial" w:hAnsi="Arial" w:cs="Arial"/>
          <w:b w:val="0"/>
          <w:i/>
          <w:sz w:val="20"/>
          <w:szCs w:val="20"/>
        </w:rPr>
        <w:t xml:space="preserve"> :</w:t>
      </w:r>
    </w:p>
    <w:p w:rsidR="003478E1" w:rsidRDefault="00D8404E" w:rsidP="00CA6D8D">
      <w:pPr>
        <w:pStyle w:val="Concerne"/>
        <w:ind w:left="0" w:firstLine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Dépenses</w:t>
      </w:r>
      <w:r w:rsidR="00505670" w:rsidRPr="007952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effectives totales </w:t>
      </w:r>
      <w:r w:rsidR="00505670" w:rsidRPr="007952DD">
        <w:rPr>
          <w:rFonts w:ascii="Arial" w:hAnsi="Arial" w:cs="Arial"/>
          <w:sz w:val="20"/>
          <w:szCs w:val="20"/>
        </w:rPr>
        <w:t>du projet</w:t>
      </w:r>
      <w:r w:rsidR="000F43C7">
        <w:rPr>
          <w:rFonts w:ascii="Arial" w:hAnsi="Arial" w:cs="Arial"/>
          <w:b w:val="0"/>
          <w:sz w:val="20"/>
          <w:szCs w:val="20"/>
        </w:rPr>
        <w:t xml:space="preserve"> :</w:t>
      </w:r>
      <w:r w:rsidR="00822769">
        <w:rPr>
          <w:rFonts w:ascii="Arial" w:hAnsi="Arial" w:cs="Arial"/>
          <w:b w:val="0"/>
          <w:sz w:val="20"/>
          <w:szCs w:val="20"/>
        </w:rPr>
        <w:t xml:space="preserve"> </w: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="00822769"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505670" w:rsidRDefault="00D8404E" w:rsidP="00CA6D8D">
      <w:pPr>
        <w:pStyle w:val="Concerne"/>
        <w:spacing w:before="120"/>
        <w:ind w:left="0" w:firstLine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Recettes effectives totales du projet</w:t>
      </w:r>
      <w:r w:rsidR="000F43C7">
        <w:rPr>
          <w:rFonts w:ascii="Arial" w:hAnsi="Arial" w:cs="Arial"/>
          <w:sz w:val="20"/>
          <w:szCs w:val="20"/>
        </w:rPr>
        <w:t xml:space="preserve"> </w:t>
      </w:r>
      <w:r w:rsidR="000F43C7">
        <w:rPr>
          <w:rFonts w:ascii="Arial" w:hAnsi="Arial" w:cs="Arial"/>
          <w:b w:val="0"/>
          <w:sz w:val="20"/>
          <w:szCs w:val="20"/>
        </w:rPr>
        <w:t>:</w:t>
      </w:r>
      <w:r w:rsidR="00505670">
        <w:rPr>
          <w:rFonts w:ascii="Arial" w:hAnsi="Arial" w:cs="Arial"/>
          <w:b w:val="0"/>
          <w:sz w:val="20"/>
          <w:szCs w:val="20"/>
        </w:rPr>
        <w:t xml:space="preserve"> </w: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="00822769"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505670" w:rsidRDefault="00D8404E" w:rsidP="00CA6D8D">
      <w:pPr>
        <w:pStyle w:val="Concerne"/>
        <w:spacing w:before="120"/>
        <w:ind w:left="0" w:firstLine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</w:t>
      </w:r>
      <w:r w:rsidR="000F43C7">
        <w:rPr>
          <w:rFonts w:ascii="Arial" w:hAnsi="Arial" w:cs="Arial"/>
          <w:b w:val="0"/>
          <w:sz w:val="20"/>
          <w:szCs w:val="20"/>
        </w:rPr>
        <w:t xml:space="preserve"> :</w:t>
      </w:r>
      <w:r w:rsidR="00505670">
        <w:rPr>
          <w:rFonts w:ascii="Arial" w:hAnsi="Arial" w:cs="Arial"/>
          <w:b w:val="0"/>
          <w:sz w:val="20"/>
          <w:szCs w:val="20"/>
        </w:rPr>
        <w:t xml:space="preserve"> </w: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instrText xml:space="preserve"> FORMTEXT </w:instrTex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separate"/>
      </w:r>
      <w:r w:rsidR="00822769" w:rsidRPr="00822769">
        <w:rPr>
          <w:rFonts w:ascii="Arial" w:eastAsia="Times New Roman" w:hAnsi="Arial" w:cs="Arial"/>
          <w:b w:val="0"/>
          <w:noProof/>
          <w:sz w:val="20"/>
          <w:szCs w:val="20"/>
          <w:lang w:eastAsia="fr-FR"/>
        </w:rPr>
        <w:t>cliquez ici pour taper du texte</w:t>
      </w:r>
      <w:r w:rsidR="00822769" w:rsidRPr="00822769">
        <w:rPr>
          <w:rFonts w:ascii="Arial" w:eastAsia="Times New Roman" w:hAnsi="Arial" w:cs="Arial"/>
          <w:b w:val="0"/>
          <w:sz w:val="20"/>
          <w:szCs w:val="20"/>
          <w:lang w:eastAsia="fr-FR"/>
        </w:rPr>
        <w:fldChar w:fldCharType="end"/>
      </w:r>
    </w:p>
    <w:p w:rsidR="0053635E" w:rsidRPr="001A0308" w:rsidRDefault="009A2887" w:rsidP="000B691A">
      <w:pPr>
        <w:spacing w:before="360"/>
        <w:rPr>
          <w:rFonts w:ascii="Arial" w:hAnsi="Arial" w:cs="Arial"/>
          <w:b/>
          <w:sz w:val="20"/>
          <w:szCs w:val="20"/>
        </w:rPr>
      </w:pPr>
      <w:r w:rsidRPr="001A0308">
        <w:rPr>
          <w:rFonts w:ascii="Arial" w:hAnsi="Arial" w:cs="Arial"/>
          <w:b/>
          <w:sz w:val="20"/>
          <w:szCs w:val="20"/>
        </w:rPr>
        <w:t>Lieu et date</w:t>
      </w:r>
      <w:r w:rsidR="000F43C7">
        <w:rPr>
          <w:rFonts w:ascii="Arial" w:hAnsi="Arial" w:cs="Arial"/>
          <w:b/>
          <w:sz w:val="20"/>
          <w:szCs w:val="20"/>
        </w:rPr>
        <w:t xml:space="preserve"> :</w:t>
      </w:r>
      <w:r w:rsidRPr="001A0308">
        <w:rPr>
          <w:rFonts w:ascii="Arial" w:hAnsi="Arial" w:cs="Arial"/>
          <w:b/>
          <w:sz w:val="20"/>
          <w:szCs w:val="20"/>
        </w:rPr>
        <w:t xml:space="preserve"> </w:t>
      </w:r>
      <w:r w:rsidR="00822769" w:rsidRPr="00822769"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822769" w:rsidRPr="00822769">
        <w:rPr>
          <w:rFonts w:ascii="Arial" w:eastAsia="Times New Roman" w:hAnsi="Arial" w:cs="Arial"/>
          <w:sz w:val="20"/>
          <w:szCs w:val="20"/>
          <w:lang w:eastAsia="fr-FR"/>
        </w:rPr>
        <w:instrText xml:space="preserve"> FORMTEXT </w:instrText>
      </w:r>
      <w:r w:rsidR="00822769" w:rsidRPr="00822769">
        <w:rPr>
          <w:rFonts w:ascii="Arial" w:eastAsia="Times New Roman" w:hAnsi="Arial" w:cs="Arial"/>
          <w:sz w:val="20"/>
          <w:szCs w:val="20"/>
          <w:lang w:eastAsia="fr-FR"/>
        </w:rPr>
      </w:r>
      <w:r w:rsidR="00822769" w:rsidRPr="00822769"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 w:rsidR="00822769" w:rsidRPr="00822769">
        <w:rPr>
          <w:rFonts w:ascii="Arial" w:eastAsia="Times New Roman" w:hAnsi="Arial" w:cs="Arial"/>
          <w:noProof/>
          <w:sz w:val="20"/>
          <w:szCs w:val="20"/>
          <w:lang w:eastAsia="fr-FR"/>
        </w:rPr>
        <w:t>cliquez ici pour taper du texte</w:t>
      </w:r>
      <w:r w:rsidR="00822769" w:rsidRPr="00822769"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</w:p>
    <w:p w:rsidR="00015876" w:rsidRPr="000F7A43" w:rsidRDefault="00015876" w:rsidP="00015876">
      <w:pPr>
        <w:overflowPunct/>
        <w:autoSpaceDE/>
        <w:autoSpaceDN/>
        <w:adjustRightInd/>
        <w:spacing w:before="360" w:after="320" w:line="276" w:lineRule="auto"/>
        <w:ind w:left="0" w:firstLine="0"/>
        <w:textAlignment w:val="auto"/>
        <w:rPr>
          <w:rFonts w:ascii="Arial" w:hAnsi="Arial" w:cs="Arial"/>
          <w:sz w:val="20"/>
          <w:szCs w:val="20"/>
        </w:rPr>
      </w:pPr>
      <w:r w:rsidRPr="001A0308">
        <w:rPr>
          <w:rFonts w:ascii="Arial" w:hAnsi="Arial" w:cs="Arial"/>
          <w:b/>
          <w:sz w:val="20"/>
          <w:szCs w:val="20"/>
        </w:rPr>
        <w:t>Signature manuscrite du responsab</w:t>
      </w:r>
      <w:r w:rsidR="000F7A43">
        <w:rPr>
          <w:rFonts w:ascii="Arial" w:hAnsi="Arial" w:cs="Arial"/>
          <w:b/>
          <w:sz w:val="20"/>
          <w:szCs w:val="20"/>
        </w:rPr>
        <w:t xml:space="preserve">le de projet </w:t>
      </w:r>
      <w:r w:rsidR="000F7A43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85"/>
      </w:tblGrid>
      <w:tr w:rsidR="00015876" w:rsidTr="00354997">
        <w:tc>
          <w:tcPr>
            <w:tcW w:w="921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2CDD" w:rsidRPr="009D2CDD" w:rsidRDefault="009D2CDD" w:rsidP="009D2CDD">
            <w:pPr>
              <w:ind w:left="0" w:firstLine="0"/>
              <w:jc w:val="both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Le rapport </w:t>
            </w:r>
            <w:r w:rsidR="00210615">
              <w:rPr>
                <w:rFonts w:ascii="Arial" w:eastAsiaTheme="minorHAnsi" w:hAnsi="Arial" w:cs="Arial"/>
                <w:b/>
                <w:lang w:eastAsia="en-US"/>
              </w:rPr>
              <w:t>doit être adressé</w:t>
            </w:r>
            <w:r w:rsidRPr="009D2CDD">
              <w:rPr>
                <w:rFonts w:ascii="Arial" w:eastAsiaTheme="minorHAnsi" w:hAnsi="Arial" w:cs="Arial"/>
                <w:b/>
                <w:lang w:eastAsia="en-US"/>
              </w:rPr>
              <w:t xml:space="preserve"> à l'association NEUCHÀTOI </w:t>
            </w:r>
            <w:r>
              <w:rPr>
                <w:rFonts w:ascii="Arial" w:eastAsiaTheme="minorHAnsi" w:hAnsi="Arial" w:cs="Arial"/>
                <w:b/>
                <w:lang w:eastAsia="en-US"/>
              </w:rPr>
              <w:t>avant la fin de l’année 2016</w:t>
            </w:r>
            <w:r w:rsidR="000F43C7">
              <w:rPr>
                <w:rFonts w:ascii="Arial" w:eastAsiaTheme="minorHAnsi" w:hAnsi="Arial" w:cs="Arial"/>
                <w:b/>
                <w:lang w:eastAsia="en-US"/>
              </w:rPr>
              <w:t xml:space="preserve"> :</w:t>
            </w:r>
          </w:p>
          <w:p w:rsidR="009D2CDD" w:rsidRPr="009D2CDD" w:rsidRDefault="009D2CDD" w:rsidP="009D2CDD">
            <w:pPr>
              <w:spacing w:after="0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9D2CDD">
              <w:rPr>
                <w:rFonts w:ascii="Arial" w:eastAsiaTheme="minorHAnsi" w:hAnsi="Arial" w:cs="Arial"/>
                <w:lang w:eastAsia="en-US"/>
              </w:rPr>
              <w:tab/>
              <w:t>par courriel</w:t>
            </w:r>
            <w:r w:rsidR="000F43C7">
              <w:rPr>
                <w:rFonts w:ascii="Arial" w:eastAsiaTheme="minorHAnsi" w:hAnsi="Arial" w:cs="Arial"/>
                <w:lang w:eastAsia="en-US"/>
              </w:rPr>
              <w:t xml:space="preserve"> :</w:t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hyperlink r:id="rId10" w:history="1">
              <w:r w:rsidRPr="009D2CDD">
                <w:rPr>
                  <w:rFonts w:ascii="Arial" w:eastAsiaTheme="minorHAnsi" w:hAnsi="Arial" w:cs="Arial"/>
                  <w:color w:val="0000FF"/>
                  <w:u w:val="single"/>
                  <w:lang w:eastAsia="en-US"/>
                </w:rPr>
                <w:t>info@neuchatoi.ch</w:t>
              </w:r>
            </w:hyperlink>
            <w:r w:rsidRPr="009D2CDD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:rsidR="009D2CDD" w:rsidRPr="009D2CDD" w:rsidRDefault="009D2CDD" w:rsidP="009D2CDD">
            <w:pPr>
              <w:spacing w:before="120" w:after="0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9D2CDD">
              <w:rPr>
                <w:rFonts w:ascii="Arial" w:eastAsiaTheme="minorHAnsi" w:hAnsi="Arial" w:cs="Arial"/>
                <w:lang w:eastAsia="en-US"/>
              </w:rPr>
              <w:tab/>
              <w:t>par envoi postal</w:t>
            </w:r>
            <w:r w:rsidR="000F43C7">
              <w:rPr>
                <w:rFonts w:ascii="Arial" w:eastAsiaTheme="minorHAnsi" w:hAnsi="Arial" w:cs="Arial"/>
                <w:lang w:eastAsia="en-US"/>
              </w:rPr>
              <w:t xml:space="preserve"> :</w:t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  <w:t>NEUCHÀTOI ASSOCIATION</w:t>
            </w:r>
          </w:p>
          <w:p w:rsidR="009D2CDD" w:rsidRPr="009D2CDD" w:rsidRDefault="009D2CDD" w:rsidP="009D2CDD">
            <w:pPr>
              <w:spacing w:after="0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  <w:t xml:space="preserve">c/o Service de la cohésion multiculturelle </w:t>
            </w:r>
          </w:p>
          <w:p w:rsidR="009D2CDD" w:rsidRPr="009D2CDD" w:rsidRDefault="009D2CDD" w:rsidP="009D2CDD">
            <w:pPr>
              <w:spacing w:after="0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  <w:t>Av. Léopold-Robert 90</w:t>
            </w:r>
          </w:p>
          <w:p w:rsidR="009D2CDD" w:rsidRPr="009D2CDD" w:rsidRDefault="009D2CDD" w:rsidP="009D2CDD">
            <w:pPr>
              <w:spacing w:after="0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</w:r>
            <w:r w:rsidRPr="009D2CDD">
              <w:rPr>
                <w:rFonts w:ascii="Arial" w:eastAsiaTheme="minorHAnsi" w:hAnsi="Arial" w:cs="Arial"/>
                <w:lang w:eastAsia="en-US"/>
              </w:rPr>
              <w:tab/>
              <w:t>2300 La Chaux-de-Fonds</w:t>
            </w:r>
          </w:p>
          <w:p w:rsidR="00B52D8A" w:rsidRPr="00015876" w:rsidRDefault="009D2CDD" w:rsidP="009D2CDD">
            <w:pPr>
              <w:pStyle w:val="En-tte"/>
              <w:tabs>
                <w:tab w:val="clear" w:pos="4252"/>
                <w:tab w:val="clear" w:pos="8504"/>
              </w:tabs>
              <w:spacing w:after="0"/>
              <w:ind w:left="284" w:firstLine="1798"/>
              <w:rPr>
                <w:rFonts w:ascii="Arial" w:hAnsi="Arial" w:cs="Arial"/>
              </w:rPr>
            </w:pPr>
            <w:r w:rsidRPr="009D2CDD">
              <w:rPr>
                <w:rFonts w:ascii="Arial" w:eastAsiaTheme="minorHAnsi" w:hAnsi="Arial" w:cs="Arial"/>
                <w:lang w:eastAsia="en-US"/>
              </w:rPr>
              <w:tab/>
              <w:t>032 889 74 42</w:t>
            </w:r>
          </w:p>
        </w:tc>
      </w:tr>
    </w:tbl>
    <w:p w:rsidR="00D46200" w:rsidRPr="001A0308" w:rsidRDefault="00D46200" w:rsidP="00866F3F">
      <w:pPr>
        <w:ind w:left="0" w:firstLine="0"/>
        <w:rPr>
          <w:rFonts w:ascii="Arial" w:hAnsi="Arial" w:cs="Arial"/>
          <w:sz w:val="20"/>
          <w:szCs w:val="20"/>
        </w:rPr>
      </w:pPr>
    </w:p>
    <w:sectPr w:rsidR="00D46200" w:rsidRPr="001A0308" w:rsidSect="00B9554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-1179" w:right="1418" w:bottom="1134" w:left="1418" w:header="454" w:footer="32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6E" w:rsidRDefault="00995E6E" w:rsidP="003760DE">
      <w:pPr>
        <w:spacing w:after="0"/>
      </w:pPr>
      <w:r>
        <w:separator/>
      </w:r>
    </w:p>
  </w:endnote>
  <w:endnote w:type="continuationSeparator" w:id="0">
    <w:p w:rsidR="00995E6E" w:rsidRDefault="00995E6E" w:rsidP="003760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4535124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6"/>
          </w:rPr>
          <w:id w:val="660583247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F131FF" w:rsidRPr="00B35D67" w:rsidRDefault="00B35D67" w:rsidP="00B35D67">
            <w:pPr>
              <w:pStyle w:val="Pieddepage"/>
              <w:spacing w:after="0"/>
              <w:ind w:left="10773" w:right="-396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0ADF">
              <w:rPr>
                <w:rFonts w:ascii="Arial" w:hAnsi="Arial" w:cs="Arial"/>
                <w:szCs w:val="16"/>
                <w:lang w:val="fr-FR"/>
              </w:rPr>
              <w:t xml:space="preserve">Page </w:t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D8079D">
              <w:rPr>
                <w:rFonts w:ascii="Arial" w:hAnsi="Arial" w:cs="Arial"/>
                <w:b/>
                <w:bCs/>
                <w:szCs w:val="16"/>
              </w:rPr>
              <w:t>2</w:t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450ADF">
              <w:rPr>
                <w:rFonts w:ascii="Arial" w:hAnsi="Arial" w:cs="Arial"/>
                <w:szCs w:val="16"/>
                <w:lang w:val="fr-FR"/>
              </w:rPr>
              <w:t xml:space="preserve"> sur </w:t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D8079D">
              <w:rPr>
                <w:rFonts w:ascii="Arial" w:hAnsi="Arial" w:cs="Arial"/>
                <w:b/>
                <w:bCs/>
                <w:szCs w:val="16"/>
              </w:rPr>
              <w:t>3</w:t>
            </w:r>
            <w:r w:rsidRPr="00450ADF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928010906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181244281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bookmarkStart w:id="10" w:name="Localité" w:displacedByCustomXml="prev"/>
          <w:bookmarkEnd w:id="10" w:displacedByCustomXml="prev"/>
          <w:p w:rsidR="00EF6ED5" w:rsidRPr="00450ADF" w:rsidRDefault="00EF6ED5" w:rsidP="00EF6ED5">
            <w:pPr>
              <w:pStyle w:val="NPdP"/>
              <w:spacing w:after="0"/>
              <w:rPr>
                <w:rFonts w:ascii="Arial" w:hAnsi="Arial" w:cs="Arial"/>
                <w:szCs w:val="14"/>
              </w:rPr>
            </w:pPr>
            <w:r w:rsidRPr="00450ADF">
              <w:rPr>
                <w:rFonts w:ascii="Arial" w:hAnsi="Arial" w:cs="Arial"/>
                <w:szCs w:val="14"/>
              </w:rPr>
              <w:t>association NEUCHÀTOI - c/o Service de la cohésion multiculturelle</w:t>
            </w:r>
          </w:p>
          <w:p w:rsidR="00B35D67" w:rsidRPr="00450ADF" w:rsidRDefault="00EF6ED5" w:rsidP="00EF6ED5">
            <w:pPr>
              <w:pStyle w:val="NPdP"/>
              <w:spacing w:after="0"/>
              <w:rPr>
                <w:rFonts w:ascii="Arial" w:hAnsi="Arial" w:cs="Arial"/>
                <w:szCs w:val="14"/>
              </w:rPr>
            </w:pPr>
            <w:r w:rsidRPr="00450ADF">
              <w:rPr>
                <w:rFonts w:ascii="Arial" w:hAnsi="Arial" w:cs="Arial"/>
                <w:szCs w:val="14"/>
              </w:rPr>
              <w:t>Av. Léopold-Robert 90 - 2300 La Chaux-de-Fonds</w:t>
            </w:r>
          </w:p>
          <w:p w:rsidR="00F131FF" w:rsidRPr="00B35D67" w:rsidRDefault="00B35D67" w:rsidP="00B35D67">
            <w:pPr>
              <w:pStyle w:val="NPdP"/>
              <w:spacing w:after="0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 w:rsidRPr="00450ADF">
              <w:rPr>
                <w:rFonts w:ascii="Arial" w:hAnsi="Arial" w:cs="Arial"/>
                <w:szCs w:val="14"/>
              </w:rPr>
              <w:t xml:space="preserve">TÉL. 032 889 74 42  </w:t>
            </w:r>
            <w:r w:rsidR="000F43C7" w:rsidRPr="00450ADF">
              <w:rPr>
                <w:rFonts w:ascii="Arial" w:hAnsi="Arial" w:cs="Arial"/>
                <w:szCs w:val="14"/>
              </w:rPr>
              <w:t>info@</w:t>
            </w:r>
            <w:r w:rsidR="00EF6ED5" w:rsidRPr="00450ADF">
              <w:rPr>
                <w:rFonts w:ascii="Arial" w:hAnsi="Arial" w:cs="Arial"/>
                <w:szCs w:val="14"/>
              </w:rPr>
              <w:t>neuchatoi</w:t>
            </w:r>
            <w:r w:rsidRPr="00450ADF">
              <w:rPr>
                <w:rFonts w:ascii="Arial" w:hAnsi="Arial" w:cs="Arial"/>
                <w:szCs w:val="14"/>
              </w:rPr>
              <w:t xml:space="preserve">.CH   </w:t>
            </w:r>
            <w:hyperlink r:id="rId1" w:history="1">
              <w:r w:rsidR="00EF6ED5" w:rsidRPr="00450ADF">
                <w:rPr>
                  <w:rStyle w:val="Lienhypertexte"/>
                  <w:rFonts w:ascii="Arial" w:hAnsi="Arial" w:cs="Arial"/>
                  <w:szCs w:val="14"/>
                </w:rPr>
                <w:t>WWW.NEuchatoi.CH</w:t>
              </w:r>
            </w:hyperlink>
            <w:r w:rsidR="00EF6ED5" w:rsidRPr="00450ADF">
              <w:rPr>
                <w:rFonts w:ascii="Arial" w:hAnsi="Arial" w:cs="Arial"/>
                <w:szCs w:val="14"/>
              </w:rPr>
              <w:tab/>
            </w:r>
            <w:r w:rsidRPr="00450ADF">
              <w:rPr>
                <w:rFonts w:ascii="Arial" w:hAnsi="Arial" w:cs="Arial"/>
                <w:szCs w:val="14"/>
                <w:lang w:val="fr-FR"/>
              </w:rPr>
              <w:t xml:space="preserve"> </w:t>
            </w:r>
            <w:r w:rsidRPr="00450ADF">
              <w:rPr>
                <w:rFonts w:ascii="Arial" w:hAnsi="Arial" w:cs="Arial"/>
                <w:szCs w:val="14"/>
                <w:lang w:val="fr-FR"/>
              </w:rPr>
              <w:tab/>
            </w:r>
            <w:r w:rsidRPr="00450ADF">
              <w:rPr>
                <w:rFonts w:ascii="Arial" w:hAnsi="Arial" w:cs="Arial"/>
                <w:szCs w:val="14"/>
                <w:lang w:val="fr-FR"/>
              </w:rPr>
              <w:tab/>
            </w:r>
            <w:r w:rsidRPr="00450ADF">
              <w:rPr>
                <w:rFonts w:ascii="Arial" w:hAnsi="Arial" w:cs="Arial"/>
                <w:szCs w:val="14"/>
                <w:lang w:val="fr-FR"/>
              </w:rPr>
              <w:tab/>
            </w:r>
            <w:r w:rsidRPr="00450ADF">
              <w:rPr>
                <w:rFonts w:ascii="Arial" w:hAnsi="Arial" w:cs="Arial"/>
                <w:szCs w:val="14"/>
                <w:lang w:val="fr-FR"/>
              </w:rPr>
              <w:tab/>
            </w:r>
            <w:r w:rsidRPr="00450ADF">
              <w:rPr>
                <w:rFonts w:ascii="Arial" w:hAnsi="Arial" w:cs="Arial"/>
                <w:szCs w:val="14"/>
                <w:lang w:val="fr-FR"/>
              </w:rPr>
              <w:tab/>
            </w:r>
            <w:r w:rsidRPr="00450ADF">
              <w:rPr>
                <w:rFonts w:ascii="Arial" w:hAnsi="Arial" w:cs="Arial"/>
                <w:szCs w:val="14"/>
                <w:lang w:val="fr-FR"/>
              </w:rPr>
              <w:tab/>
              <w:t xml:space="preserve">Page </w:t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fldChar w:fldCharType="begin"/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instrText>PAGE</w:instrText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fldChar w:fldCharType="separate"/>
            </w:r>
            <w:r w:rsidR="00D8079D">
              <w:rPr>
                <w:rFonts w:ascii="Arial" w:hAnsi="Arial" w:cs="Arial"/>
                <w:b/>
                <w:bCs/>
                <w:noProof/>
                <w:szCs w:val="14"/>
              </w:rPr>
              <w:t>1</w:t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fldChar w:fldCharType="end"/>
            </w:r>
            <w:r w:rsidRPr="00450ADF">
              <w:rPr>
                <w:rFonts w:ascii="Arial" w:hAnsi="Arial" w:cs="Arial"/>
                <w:szCs w:val="14"/>
                <w:lang w:val="fr-FR"/>
              </w:rPr>
              <w:t xml:space="preserve"> sur </w:t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fldChar w:fldCharType="begin"/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instrText>NUMPAGES</w:instrText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fldChar w:fldCharType="separate"/>
            </w:r>
            <w:r w:rsidR="00D8079D">
              <w:rPr>
                <w:rFonts w:ascii="Arial" w:hAnsi="Arial" w:cs="Arial"/>
                <w:b/>
                <w:bCs/>
                <w:noProof/>
                <w:szCs w:val="14"/>
              </w:rPr>
              <w:t>3</w:t>
            </w:r>
            <w:r w:rsidRPr="00450ADF">
              <w:rPr>
                <w:rFonts w:ascii="Arial" w:hAnsi="Arial" w:cs="Arial"/>
                <w:b/>
                <w:bCs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6E" w:rsidRDefault="00995E6E" w:rsidP="003760DE">
      <w:pPr>
        <w:spacing w:after="0"/>
      </w:pPr>
      <w:r>
        <w:separator/>
      </w:r>
    </w:p>
  </w:footnote>
  <w:footnote w:type="continuationSeparator" w:id="0">
    <w:p w:rsidR="00995E6E" w:rsidRDefault="00995E6E" w:rsidP="003760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FF" w:rsidRDefault="00F131FF">
    <w:pPr>
      <w:pStyle w:val="En-tte"/>
      <w:jc w:val="center"/>
      <w:rPr>
        <w:rStyle w:val="Numrodepage"/>
      </w:rPr>
    </w:pPr>
  </w:p>
  <w:p w:rsidR="00F131FF" w:rsidRDefault="00F131FF">
    <w:pPr>
      <w:pStyle w:val="En-tt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ED2" w:rsidRDefault="004D0ED2" w:rsidP="004D0ED2">
    <w:pPr>
      <w:pStyle w:val="NEntete2"/>
      <w:rPr>
        <w:rFonts w:ascii="Arial" w:hAnsi="Arial" w:cs="Arial"/>
      </w:rPr>
    </w:pPr>
    <w:r>
      <w:rPr>
        <w:noProof/>
        <w:lang w:eastAsia="fr-CH"/>
      </w:rPr>
      <w:drawing>
        <wp:inline distT="0" distB="0" distL="0" distR="0" wp14:anchorId="50557249" wp14:editId="790E443D">
          <wp:extent cx="5991225" cy="1998203"/>
          <wp:effectExtent l="0" t="0" r="0" b="2540"/>
          <wp:docPr id="2" name="Image 2" descr="http://www.neuchatoi.ch/sites/default/files/avec_slogan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neuchatoi.ch/sites/default/files/avec_slogan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966" cy="19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0ED2" w:rsidRDefault="004D0ED2" w:rsidP="004D0ED2">
    <w:pPr>
      <w:pStyle w:val="NEntete2"/>
      <w:rPr>
        <w:rFonts w:ascii="Arial" w:hAnsi="Arial" w:cs="Arial"/>
      </w:rPr>
    </w:pPr>
  </w:p>
  <w:p w:rsidR="004D0ED2" w:rsidRDefault="004D0ED2" w:rsidP="004D0ED2">
    <w:pPr>
      <w:pStyle w:val="NEntete0"/>
      <w:jc w:val="right"/>
      <w:rPr>
        <w:rFonts w:ascii="Arial" w:hAnsi="Arial" w:cs="Arial"/>
      </w:rPr>
    </w:pPr>
  </w:p>
  <w:p w:rsidR="004D0ED2" w:rsidRDefault="004D0ED2" w:rsidP="004D0ED2">
    <w:pPr>
      <w:pStyle w:val="NEntete0"/>
      <w:jc w:val="right"/>
      <w:rPr>
        <w:rFonts w:ascii="Arial" w:hAnsi="Arial" w:cs="Arial"/>
      </w:rPr>
    </w:pPr>
  </w:p>
  <w:p w:rsidR="00F131FF" w:rsidRPr="0000421F" w:rsidRDefault="004D0ED2" w:rsidP="004D0ED2">
    <w:pPr>
      <w:pStyle w:val="NEntete0"/>
      <w:jc w:val="right"/>
      <w:rPr>
        <w:rFonts w:ascii="Arial" w:hAnsi="Arial" w:cs="Arial"/>
      </w:rPr>
    </w:pPr>
    <w:r>
      <w:rPr>
        <w:rFonts w:ascii="Arial" w:hAnsi="Arial" w:cs="Arial"/>
      </w:rPr>
      <w:t xml:space="preserve">         </w:t>
    </w:r>
  </w:p>
  <w:p w:rsidR="00995E6E" w:rsidRDefault="00995E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26B6"/>
    <w:multiLevelType w:val="hybridMultilevel"/>
    <w:tmpl w:val="488C7A8E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A2F"/>
    <w:multiLevelType w:val="hybridMultilevel"/>
    <w:tmpl w:val="10AE5156"/>
    <w:lvl w:ilvl="0" w:tplc="8402D500">
      <w:start w:val="1"/>
      <w:numFmt w:val="decimal"/>
      <w:pStyle w:val="Tableauformulaire"/>
      <w:lvlText w:val="%1."/>
      <w:lvlJc w:val="left"/>
      <w:pPr>
        <w:ind w:left="227" w:hanging="227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327" w:hanging="360"/>
      </w:pPr>
    </w:lvl>
    <w:lvl w:ilvl="2" w:tplc="100C001B" w:tentative="1">
      <w:start w:val="1"/>
      <w:numFmt w:val="lowerRoman"/>
      <w:lvlText w:val="%3."/>
      <w:lvlJc w:val="right"/>
      <w:pPr>
        <w:ind w:left="2047" w:hanging="180"/>
      </w:pPr>
    </w:lvl>
    <w:lvl w:ilvl="3" w:tplc="100C000F" w:tentative="1">
      <w:start w:val="1"/>
      <w:numFmt w:val="decimal"/>
      <w:lvlText w:val="%4."/>
      <w:lvlJc w:val="left"/>
      <w:pPr>
        <w:ind w:left="2767" w:hanging="360"/>
      </w:pPr>
    </w:lvl>
    <w:lvl w:ilvl="4" w:tplc="100C0019" w:tentative="1">
      <w:start w:val="1"/>
      <w:numFmt w:val="lowerLetter"/>
      <w:lvlText w:val="%5."/>
      <w:lvlJc w:val="left"/>
      <w:pPr>
        <w:ind w:left="3487" w:hanging="360"/>
      </w:pPr>
    </w:lvl>
    <w:lvl w:ilvl="5" w:tplc="100C001B" w:tentative="1">
      <w:start w:val="1"/>
      <w:numFmt w:val="lowerRoman"/>
      <w:lvlText w:val="%6."/>
      <w:lvlJc w:val="right"/>
      <w:pPr>
        <w:ind w:left="4207" w:hanging="180"/>
      </w:pPr>
    </w:lvl>
    <w:lvl w:ilvl="6" w:tplc="100C000F" w:tentative="1">
      <w:start w:val="1"/>
      <w:numFmt w:val="decimal"/>
      <w:lvlText w:val="%7."/>
      <w:lvlJc w:val="left"/>
      <w:pPr>
        <w:ind w:left="4927" w:hanging="360"/>
      </w:pPr>
    </w:lvl>
    <w:lvl w:ilvl="7" w:tplc="100C0019" w:tentative="1">
      <w:start w:val="1"/>
      <w:numFmt w:val="lowerLetter"/>
      <w:lvlText w:val="%8."/>
      <w:lvlJc w:val="left"/>
      <w:pPr>
        <w:ind w:left="5647" w:hanging="360"/>
      </w:pPr>
    </w:lvl>
    <w:lvl w:ilvl="8" w:tplc="100C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280E5A6F"/>
    <w:multiLevelType w:val="hybridMultilevel"/>
    <w:tmpl w:val="FC06115C"/>
    <w:lvl w:ilvl="0" w:tplc="5C046472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05EF1"/>
    <w:multiLevelType w:val="hybridMultilevel"/>
    <w:tmpl w:val="173A51FC"/>
    <w:lvl w:ilvl="0" w:tplc="100C0013">
      <w:start w:val="1"/>
      <w:numFmt w:val="upperRoman"/>
      <w:lvlText w:val="%1."/>
      <w:lvlJc w:val="righ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73866"/>
    <w:multiLevelType w:val="hybridMultilevel"/>
    <w:tmpl w:val="F89052B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42C3E"/>
    <w:multiLevelType w:val="hybridMultilevel"/>
    <w:tmpl w:val="488C7A8E"/>
    <w:lvl w:ilvl="0" w:tplc="100C000F">
      <w:start w:val="1"/>
      <w:numFmt w:val="decimal"/>
      <w:lvlText w:val="%1."/>
      <w:lvlJc w:val="left"/>
      <w:pPr>
        <w:ind w:left="-580" w:hanging="360"/>
      </w:pPr>
    </w:lvl>
    <w:lvl w:ilvl="1" w:tplc="100C0019" w:tentative="1">
      <w:start w:val="1"/>
      <w:numFmt w:val="lowerLetter"/>
      <w:lvlText w:val="%2."/>
      <w:lvlJc w:val="left"/>
      <w:pPr>
        <w:ind w:left="140" w:hanging="360"/>
      </w:pPr>
    </w:lvl>
    <w:lvl w:ilvl="2" w:tplc="100C001B" w:tentative="1">
      <w:start w:val="1"/>
      <w:numFmt w:val="lowerRoman"/>
      <w:lvlText w:val="%3."/>
      <w:lvlJc w:val="right"/>
      <w:pPr>
        <w:ind w:left="860" w:hanging="180"/>
      </w:pPr>
    </w:lvl>
    <w:lvl w:ilvl="3" w:tplc="100C000F" w:tentative="1">
      <w:start w:val="1"/>
      <w:numFmt w:val="decimal"/>
      <w:lvlText w:val="%4."/>
      <w:lvlJc w:val="left"/>
      <w:pPr>
        <w:ind w:left="1580" w:hanging="360"/>
      </w:pPr>
    </w:lvl>
    <w:lvl w:ilvl="4" w:tplc="100C0019" w:tentative="1">
      <w:start w:val="1"/>
      <w:numFmt w:val="lowerLetter"/>
      <w:lvlText w:val="%5."/>
      <w:lvlJc w:val="left"/>
      <w:pPr>
        <w:ind w:left="2300" w:hanging="360"/>
      </w:pPr>
    </w:lvl>
    <w:lvl w:ilvl="5" w:tplc="100C001B" w:tentative="1">
      <w:start w:val="1"/>
      <w:numFmt w:val="lowerRoman"/>
      <w:lvlText w:val="%6."/>
      <w:lvlJc w:val="right"/>
      <w:pPr>
        <w:ind w:left="3020" w:hanging="180"/>
      </w:pPr>
    </w:lvl>
    <w:lvl w:ilvl="6" w:tplc="100C000F" w:tentative="1">
      <w:start w:val="1"/>
      <w:numFmt w:val="decimal"/>
      <w:lvlText w:val="%7."/>
      <w:lvlJc w:val="left"/>
      <w:pPr>
        <w:ind w:left="3740" w:hanging="360"/>
      </w:pPr>
    </w:lvl>
    <w:lvl w:ilvl="7" w:tplc="100C0019" w:tentative="1">
      <w:start w:val="1"/>
      <w:numFmt w:val="lowerLetter"/>
      <w:lvlText w:val="%8."/>
      <w:lvlJc w:val="left"/>
      <w:pPr>
        <w:ind w:left="4460" w:hanging="360"/>
      </w:pPr>
    </w:lvl>
    <w:lvl w:ilvl="8" w:tplc="100C001B" w:tentative="1">
      <w:start w:val="1"/>
      <w:numFmt w:val="lowerRoman"/>
      <w:lvlText w:val="%9."/>
      <w:lvlJc w:val="right"/>
      <w:pPr>
        <w:ind w:left="5180" w:hanging="180"/>
      </w:p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5"/>
  </w:num>
  <w:num w:numId="27">
    <w:abstractNumId w:val="4"/>
  </w:num>
  <w:num w:numId="28">
    <w:abstractNumId w:val="2"/>
  </w:num>
  <w:num w:numId="29">
    <w:abstractNumId w:val="0"/>
  </w:num>
  <w:num w:numId="30">
    <w:abstractNumId w:val="3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482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DE"/>
    <w:rsid w:val="000028CB"/>
    <w:rsid w:val="0000354F"/>
    <w:rsid w:val="0000421F"/>
    <w:rsid w:val="000130A4"/>
    <w:rsid w:val="000146E0"/>
    <w:rsid w:val="00014887"/>
    <w:rsid w:val="00015876"/>
    <w:rsid w:val="000214DE"/>
    <w:rsid w:val="000250A1"/>
    <w:rsid w:val="00035A52"/>
    <w:rsid w:val="00044842"/>
    <w:rsid w:val="0006306D"/>
    <w:rsid w:val="00064640"/>
    <w:rsid w:val="00081108"/>
    <w:rsid w:val="000850BA"/>
    <w:rsid w:val="000914C7"/>
    <w:rsid w:val="00092B43"/>
    <w:rsid w:val="000932B1"/>
    <w:rsid w:val="00095D56"/>
    <w:rsid w:val="000A290C"/>
    <w:rsid w:val="000A3DF5"/>
    <w:rsid w:val="000B04C0"/>
    <w:rsid w:val="000B2AA8"/>
    <w:rsid w:val="000B306A"/>
    <w:rsid w:val="000B3289"/>
    <w:rsid w:val="000B6446"/>
    <w:rsid w:val="000B691A"/>
    <w:rsid w:val="000B716B"/>
    <w:rsid w:val="000C06D9"/>
    <w:rsid w:val="000C27B7"/>
    <w:rsid w:val="000C4B89"/>
    <w:rsid w:val="000D5327"/>
    <w:rsid w:val="000F02D1"/>
    <w:rsid w:val="000F43C7"/>
    <w:rsid w:val="000F6C04"/>
    <w:rsid w:val="000F7A43"/>
    <w:rsid w:val="00104873"/>
    <w:rsid w:val="00104A56"/>
    <w:rsid w:val="001179B1"/>
    <w:rsid w:val="0014297D"/>
    <w:rsid w:val="001504AC"/>
    <w:rsid w:val="00155B81"/>
    <w:rsid w:val="001607D5"/>
    <w:rsid w:val="001675CD"/>
    <w:rsid w:val="00171C85"/>
    <w:rsid w:val="001751A5"/>
    <w:rsid w:val="00186B48"/>
    <w:rsid w:val="00187E97"/>
    <w:rsid w:val="00193E73"/>
    <w:rsid w:val="00195E20"/>
    <w:rsid w:val="00196E08"/>
    <w:rsid w:val="001A0308"/>
    <w:rsid w:val="001A65FE"/>
    <w:rsid w:val="001C1D25"/>
    <w:rsid w:val="001C452E"/>
    <w:rsid w:val="001D69D6"/>
    <w:rsid w:val="001D7D99"/>
    <w:rsid w:val="001E7A1A"/>
    <w:rsid w:val="001F169C"/>
    <w:rsid w:val="002002A4"/>
    <w:rsid w:val="002015CF"/>
    <w:rsid w:val="00201850"/>
    <w:rsid w:val="002021A5"/>
    <w:rsid w:val="002074EE"/>
    <w:rsid w:val="00210615"/>
    <w:rsid w:val="00215429"/>
    <w:rsid w:val="0021688F"/>
    <w:rsid w:val="00224678"/>
    <w:rsid w:val="002263C8"/>
    <w:rsid w:val="00230F20"/>
    <w:rsid w:val="002325FD"/>
    <w:rsid w:val="00233BB8"/>
    <w:rsid w:val="002374A1"/>
    <w:rsid w:val="00240401"/>
    <w:rsid w:val="00244208"/>
    <w:rsid w:val="0025012B"/>
    <w:rsid w:val="00254FDD"/>
    <w:rsid w:val="002655E4"/>
    <w:rsid w:val="00284DFB"/>
    <w:rsid w:val="002875D1"/>
    <w:rsid w:val="00292784"/>
    <w:rsid w:val="002A17A8"/>
    <w:rsid w:val="002A6C8C"/>
    <w:rsid w:val="002B0D72"/>
    <w:rsid w:val="002B2640"/>
    <w:rsid w:val="002D19B8"/>
    <w:rsid w:val="002D596A"/>
    <w:rsid w:val="002D6058"/>
    <w:rsid w:val="002E356F"/>
    <w:rsid w:val="002E4950"/>
    <w:rsid w:val="002F5800"/>
    <w:rsid w:val="002F58B0"/>
    <w:rsid w:val="002F77B4"/>
    <w:rsid w:val="003068B2"/>
    <w:rsid w:val="00310A7F"/>
    <w:rsid w:val="0031380F"/>
    <w:rsid w:val="00314DCD"/>
    <w:rsid w:val="00315561"/>
    <w:rsid w:val="00315F3C"/>
    <w:rsid w:val="003224ED"/>
    <w:rsid w:val="003245B7"/>
    <w:rsid w:val="00324A3A"/>
    <w:rsid w:val="00326FE1"/>
    <w:rsid w:val="0033006E"/>
    <w:rsid w:val="00334351"/>
    <w:rsid w:val="00336634"/>
    <w:rsid w:val="00341C40"/>
    <w:rsid w:val="003478E1"/>
    <w:rsid w:val="00354997"/>
    <w:rsid w:val="003559C2"/>
    <w:rsid w:val="00356F59"/>
    <w:rsid w:val="00357D10"/>
    <w:rsid w:val="0036078C"/>
    <w:rsid w:val="00367C51"/>
    <w:rsid w:val="003716BC"/>
    <w:rsid w:val="003733D0"/>
    <w:rsid w:val="003733F3"/>
    <w:rsid w:val="003760DE"/>
    <w:rsid w:val="0039455E"/>
    <w:rsid w:val="003962D8"/>
    <w:rsid w:val="003A1F0E"/>
    <w:rsid w:val="003A3B53"/>
    <w:rsid w:val="003A47D9"/>
    <w:rsid w:val="003B0C32"/>
    <w:rsid w:val="003B5FD5"/>
    <w:rsid w:val="003B60C3"/>
    <w:rsid w:val="003C0976"/>
    <w:rsid w:val="003C55BD"/>
    <w:rsid w:val="003E2FB4"/>
    <w:rsid w:val="003E3D42"/>
    <w:rsid w:val="003E4456"/>
    <w:rsid w:val="003E55F9"/>
    <w:rsid w:val="003F6111"/>
    <w:rsid w:val="003F6F3C"/>
    <w:rsid w:val="00402E69"/>
    <w:rsid w:val="0040482C"/>
    <w:rsid w:val="00405412"/>
    <w:rsid w:val="004159AE"/>
    <w:rsid w:val="00420212"/>
    <w:rsid w:val="00422A02"/>
    <w:rsid w:val="00424FF5"/>
    <w:rsid w:val="00425FCF"/>
    <w:rsid w:val="00442915"/>
    <w:rsid w:val="00450ADF"/>
    <w:rsid w:val="00451A85"/>
    <w:rsid w:val="00457DFF"/>
    <w:rsid w:val="004617FD"/>
    <w:rsid w:val="004641D5"/>
    <w:rsid w:val="00465069"/>
    <w:rsid w:val="00470BF7"/>
    <w:rsid w:val="00473D4E"/>
    <w:rsid w:val="004742BE"/>
    <w:rsid w:val="0049362B"/>
    <w:rsid w:val="004A35E7"/>
    <w:rsid w:val="004A5CD7"/>
    <w:rsid w:val="004A7227"/>
    <w:rsid w:val="004B00B6"/>
    <w:rsid w:val="004B22B4"/>
    <w:rsid w:val="004B417A"/>
    <w:rsid w:val="004B4E67"/>
    <w:rsid w:val="004B4EAE"/>
    <w:rsid w:val="004B6617"/>
    <w:rsid w:val="004B768C"/>
    <w:rsid w:val="004C081A"/>
    <w:rsid w:val="004C1C73"/>
    <w:rsid w:val="004C2CDA"/>
    <w:rsid w:val="004C379E"/>
    <w:rsid w:val="004C39C4"/>
    <w:rsid w:val="004C4A40"/>
    <w:rsid w:val="004D0ED2"/>
    <w:rsid w:val="004D2BD2"/>
    <w:rsid w:val="004E547A"/>
    <w:rsid w:val="004E55A8"/>
    <w:rsid w:val="004F0F24"/>
    <w:rsid w:val="00505670"/>
    <w:rsid w:val="00506FB1"/>
    <w:rsid w:val="00510775"/>
    <w:rsid w:val="00511653"/>
    <w:rsid w:val="0051693F"/>
    <w:rsid w:val="005207B6"/>
    <w:rsid w:val="005229EA"/>
    <w:rsid w:val="0053104C"/>
    <w:rsid w:val="0053374B"/>
    <w:rsid w:val="0053635E"/>
    <w:rsid w:val="0053782A"/>
    <w:rsid w:val="00540161"/>
    <w:rsid w:val="00540B9C"/>
    <w:rsid w:val="005412FF"/>
    <w:rsid w:val="005474A2"/>
    <w:rsid w:val="00550040"/>
    <w:rsid w:val="00552845"/>
    <w:rsid w:val="00564136"/>
    <w:rsid w:val="00566472"/>
    <w:rsid w:val="00566DD3"/>
    <w:rsid w:val="005703C2"/>
    <w:rsid w:val="005709A9"/>
    <w:rsid w:val="00572D1E"/>
    <w:rsid w:val="005A1EE3"/>
    <w:rsid w:val="005A55D7"/>
    <w:rsid w:val="005B4EA0"/>
    <w:rsid w:val="005B5D81"/>
    <w:rsid w:val="005D2297"/>
    <w:rsid w:val="005D43EB"/>
    <w:rsid w:val="005E7E88"/>
    <w:rsid w:val="00600172"/>
    <w:rsid w:val="00601CC3"/>
    <w:rsid w:val="00601E27"/>
    <w:rsid w:val="00606813"/>
    <w:rsid w:val="006074C0"/>
    <w:rsid w:val="00614C48"/>
    <w:rsid w:val="006179B4"/>
    <w:rsid w:val="00621355"/>
    <w:rsid w:val="00621816"/>
    <w:rsid w:val="00623D20"/>
    <w:rsid w:val="006242F3"/>
    <w:rsid w:val="00624931"/>
    <w:rsid w:val="006336C4"/>
    <w:rsid w:val="0063718D"/>
    <w:rsid w:val="006400BA"/>
    <w:rsid w:val="00642FD9"/>
    <w:rsid w:val="00643B4D"/>
    <w:rsid w:val="00644269"/>
    <w:rsid w:val="00653131"/>
    <w:rsid w:val="00653411"/>
    <w:rsid w:val="006578E8"/>
    <w:rsid w:val="00664F80"/>
    <w:rsid w:val="0069214B"/>
    <w:rsid w:val="0069581A"/>
    <w:rsid w:val="006A3B5F"/>
    <w:rsid w:val="006A7602"/>
    <w:rsid w:val="006B0D67"/>
    <w:rsid w:val="006B2557"/>
    <w:rsid w:val="006B2B56"/>
    <w:rsid w:val="006B2CE4"/>
    <w:rsid w:val="006B3E41"/>
    <w:rsid w:val="006B67C3"/>
    <w:rsid w:val="006B7B43"/>
    <w:rsid w:val="006C411A"/>
    <w:rsid w:val="006C4433"/>
    <w:rsid w:val="006C5385"/>
    <w:rsid w:val="006D2D2A"/>
    <w:rsid w:val="006D3307"/>
    <w:rsid w:val="006D6534"/>
    <w:rsid w:val="006D739C"/>
    <w:rsid w:val="006E1A7B"/>
    <w:rsid w:val="006E5D3B"/>
    <w:rsid w:val="00702C0B"/>
    <w:rsid w:val="00703B0A"/>
    <w:rsid w:val="007060E1"/>
    <w:rsid w:val="00714DB9"/>
    <w:rsid w:val="00715164"/>
    <w:rsid w:val="007333E5"/>
    <w:rsid w:val="00733E00"/>
    <w:rsid w:val="007350CA"/>
    <w:rsid w:val="00736F91"/>
    <w:rsid w:val="007371CC"/>
    <w:rsid w:val="007376E7"/>
    <w:rsid w:val="007411A7"/>
    <w:rsid w:val="007429EA"/>
    <w:rsid w:val="00743A98"/>
    <w:rsid w:val="007443AF"/>
    <w:rsid w:val="00751253"/>
    <w:rsid w:val="00752BD3"/>
    <w:rsid w:val="007542AF"/>
    <w:rsid w:val="00754EB1"/>
    <w:rsid w:val="00757170"/>
    <w:rsid w:val="00766F94"/>
    <w:rsid w:val="007765EA"/>
    <w:rsid w:val="00776A14"/>
    <w:rsid w:val="00777EBC"/>
    <w:rsid w:val="00780B87"/>
    <w:rsid w:val="00780F20"/>
    <w:rsid w:val="00794095"/>
    <w:rsid w:val="0079442B"/>
    <w:rsid w:val="00794CB1"/>
    <w:rsid w:val="00794F5F"/>
    <w:rsid w:val="007952DD"/>
    <w:rsid w:val="00795E91"/>
    <w:rsid w:val="007A0F35"/>
    <w:rsid w:val="007B181C"/>
    <w:rsid w:val="007C0F47"/>
    <w:rsid w:val="007C110D"/>
    <w:rsid w:val="007C6D21"/>
    <w:rsid w:val="007D4FA8"/>
    <w:rsid w:val="007D5578"/>
    <w:rsid w:val="007F361C"/>
    <w:rsid w:val="007F4112"/>
    <w:rsid w:val="007F65BE"/>
    <w:rsid w:val="007F74D7"/>
    <w:rsid w:val="00801E70"/>
    <w:rsid w:val="00812A82"/>
    <w:rsid w:val="008136D8"/>
    <w:rsid w:val="00815F93"/>
    <w:rsid w:val="00816C72"/>
    <w:rsid w:val="00816F2B"/>
    <w:rsid w:val="00821A14"/>
    <w:rsid w:val="00821AEA"/>
    <w:rsid w:val="00822769"/>
    <w:rsid w:val="0083275B"/>
    <w:rsid w:val="00832C45"/>
    <w:rsid w:val="0083540B"/>
    <w:rsid w:val="00837D49"/>
    <w:rsid w:val="00842164"/>
    <w:rsid w:val="00842C64"/>
    <w:rsid w:val="00844204"/>
    <w:rsid w:val="00847C08"/>
    <w:rsid w:val="00860A64"/>
    <w:rsid w:val="008638EC"/>
    <w:rsid w:val="00866F3F"/>
    <w:rsid w:val="008762A3"/>
    <w:rsid w:val="00884921"/>
    <w:rsid w:val="008900FD"/>
    <w:rsid w:val="00890FF9"/>
    <w:rsid w:val="00891CFF"/>
    <w:rsid w:val="00894321"/>
    <w:rsid w:val="00895944"/>
    <w:rsid w:val="00895F20"/>
    <w:rsid w:val="008977A1"/>
    <w:rsid w:val="008A0637"/>
    <w:rsid w:val="008A0EC5"/>
    <w:rsid w:val="008A13EA"/>
    <w:rsid w:val="008A7D28"/>
    <w:rsid w:val="008B0897"/>
    <w:rsid w:val="008B3B51"/>
    <w:rsid w:val="008B7C78"/>
    <w:rsid w:val="008C1F91"/>
    <w:rsid w:val="008D0B72"/>
    <w:rsid w:val="008D3A92"/>
    <w:rsid w:val="008D5615"/>
    <w:rsid w:val="008E25E8"/>
    <w:rsid w:val="008F1A06"/>
    <w:rsid w:val="008F7181"/>
    <w:rsid w:val="00904D47"/>
    <w:rsid w:val="00904E30"/>
    <w:rsid w:val="00907B22"/>
    <w:rsid w:val="00907F8B"/>
    <w:rsid w:val="00914372"/>
    <w:rsid w:val="00920F23"/>
    <w:rsid w:val="0092482A"/>
    <w:rsid w:val="00926CC1"/>
    <w:rsid w:val="00931D36"/>
    <w:rsid w:val="00933507"/>
    <w:rsid w:val="00937363"/>
    <w:rsid w:val="009376B9"/>
    <w:rsid w:val="00937DBF"/>
    <w:rsid w:val="00941B14"/>
    <w:rsid w:val="0094416F"/>
    <w:rsid w:val="009462CF"/>
    <w:rsid w:val="00946A2B"/>
    <w:rsid w:val="00950A05"/>
    <w:rsid w:val="00954C26"/>
    <w:rsid w:val="009574F5"/>
    <w:rsid w:val="00961A5D"/>
    <w:rsid w:val="009664B1"/>
    <w:rsid w:val="0096714C"/>
    <w:rsid w:val="00967C15"/>
    <w:rsid w:val="0097055E"/>
    <w:rsid w:val="009774FA"/>
    <w:rsid w:val="00987EFF"/>
    <w:rsid w:val="00995E6E"/>
    <w:rsid w:val="009A2887"/>
    <w:rsid w:val="009A7B46"/>
    <w:rsid w:val="009B0268"/>
    <w:rsid w:val="009B6625"/>
    <w:rsid w:val="009C16FA"/>
    <w:rsid w:val="009C7751"/>
    <w:rsid w:val="009D1D3F"/>
    <w:rsid w:val="009D2CDD"/>
    <w:rsid w:val="009E72ED"/>
    <w:rsid w:val="009F0CCB"/>
    <w:rsid w:val="009F2FDA"/>
    <w:rsid w:val="009F7605"/>
    <w:rsid w:val="00A01449"/>
    <w:rsid w:val="00A02289"/>
    <w:rsid w:val="00A17F2B"/>
    <w:rsid w:val="00A21C3B"/>
    <w:rsid w:val="00A23176"/>
    <w:rsid w:val="00A239D6"/>
    <w:rsid w:val="00A2736B"/>
    <w:rsid w:val="00A31035"/>
    <w:rsid w:val="00A32BAD"/>
    <w:rsid w:val="00A345E2"/>
    <w:rsid w:val="00A40228"/>
    <w:rsid w:val="00A72BFC"/>
    <w:rsid w:val="00A770A3"/>
    <w:rsid w:val="00A868D2"/>
    <w:rsid w:val="00A946F7"/>
    <w:rsid w:val="00A9598B"/>
    <w:rsid w:val="00A97739"/>
    <w:rsid w:val="00AA1BDC"/>
    <w:rsid w:val="00AA346B"/>
    <w:rsid w:val="00AA48C5"/>
    <w:rsid w:val="00AA6A66"/>
    <w:rsid w:val="00AB6D22"/>
    <w:rsid w:val="00AB7CE7"/>
    <w:rsid w:val="00AD286E"/>
    <w:rsid w:val="00AD6EA7"/>
    <w:rsid w:val="00AD7C07"/>
    <w:rsid w:val="00AE5F81"/>
    <w:rsid w:val="00AF28C0"/>
    <w:rsid w:val="00AF2C5B"/>
    <w:rsid w:val="00AF5A38"/>
    <w:rsid w:val="00AF5C4A"/>
    <w:rsid w:val="00B02BE3"/>
    <w:rsid w:val="00B17BA0"/>
    <w:rsid w:val="00B2031C"/>
    <w:rsid w:val="00B209EF"/>
    <w:rsid w:val="00B254A9"/>
    <w:rsid w:val="00B310D5"/>
    <w:rsid w:val="00B3230E"/>
    <w:rsid w:val="00B35D67"/>
    <w:rsid w:val="00B430B0"/>
    <w:rsid w:val="00B44DD0"/>
    <w:rsid w:val="00B469F9"/>
    <w:rsid w:val="00B50D18"/>
    <w:rsid w:val="00B52D8A"/>
    <w:rsid w:val="00B629FC"/>
    <w:rsid w:val="00B676B8"/>
    <w:rsid w:val="00B71A56"/>
    <w:rsid w:val="00B7674C"/>
    <w:rsid w:val="00B8153E"/>
    <w:rsid w:val="00B8451D"/>
    <w:rsid w:val="00B84874"/>
    <w:rsid w:val="00B8618B"/>
    <w:rsid w:val="00B91135"/>
    <w:rsid w:val="00B95548"/>
    <w:rsid w:val="00B972FA"/>
    <w:rsid w:val="00BA6ABB"/>
    <w:rsid w:val="00BA784F"/>
    <w:rsid w:val="00BB3FAE"/>
    <w:rsid w:val="00BC2248"/>
    <w:rsid w:val="00BC4E20"/>
    <w:rsid w:val="00BC4ED6"/>
    <w:rsid w:val="00BC5438"/>
    <w:rsid w:val="00BC5DF7"/>
    <w:rsid w:val="00BC65FD"/>
    <w:rsid w:val="00BC7F00"/>
    <w:rsid w:val="00BD0FB0"/>
    <w:rsid w:val="00BD36C8"/>
    <w:rsid w:val="00BD371B"/>
    <w:rsid w:val="00BD7804"/>
    <w:rsid w:val="00BE2D62"/>
    <w:rsid w:val="00BE3578"/>
    <w:rsid w:val="00BF39AE"/>
    <w:rsid w:val="00C021D5"/>
    <w:rsid w:val="00C04CA9"/>
    <w:rsid w:val="00C07009"/>
    <w:rsid w:val="00C13378"/>
    <w:rsid w:val="00C16D3B"/>
    <w:rsid w:val="00C24C34"/>
    <w:rsid w:val="00C30DA2"/>
    <w:rsid w:val="00C34CB6"/>
    <w:rsid w:val="00C370EC"/>
    <w:rsid w:val="00C44875"/>
    <w:rsid w:val="00C4603C"/>
    <w:rsid w:val="00C478AE"/>
    <w:rsid w:val="00C543A6"/>
    <w:rsid w:val="00C61280"/>
    <w:rsid w:val="00C6489B"/>
    <w:rsid w:val="00C70412"/>
    <w:rsid w:val="00C70F48"/>
    <w:rsid w:val="00C814E1"/>
    <w:rsid w:val="00C85EA8"/>
    <w:rsid w:val="00C863C7"/>
    <w:rsid w:val="00C87A21"/>
    <w:rsid w:val="00C92D32"/>
    <w:rsid w:val="00C95666"/>
    <w:rsid w:val="00CA6D8D"/>
    <w:rsid w:val="00CA72DA"/>
    <w:rsid w:val="00CB191A"/>
    <w:rsid w:val="00CB3841"/>
    <w:rsid w:val="00CB6D4C"/>
    <w:rsid w:val="00CB7631"/>
    <w:rsid w:val="00CC587C"/>
    <w:rsid w:val="00CE0169"/>
    <w:rsid w:val="00CE27DE"/>
    <w:rsid w:val="00CF3382"/>
    <w:rsid w:val="00D1177E"/>
    <w:rsid w:val="00D13243"/>
    <w:rsid w:val="00D211A4"/>
    <w:rsid w:val="00D24113"/>
    <w:rsid w:val="00D27FC1"/>
    <w:rsid w:val="00D3033C"/>
    <w:rsid w:val="00D3281D"/>
    <w:rsid w:val="00D34B36"/>
    <w:rsid w:val="00D43D7E"/>
    <w:rsid w:val="00D45774"/>
    <w:rsid w:val="00D46200"/>
    <w:rsid w:val="00D46282"/>
    <w:rsid w:val="00D47E91"/>
    <w:rsid w:val="00D534AD"/>
    <w:rsid w:val="00D55879"/>
    <w:rsid w:val="00D60132"/>
    <w:rsid w:val="00D74DCB"/>
    <w:rsid w:val="00D75230"/>
    <w:rsid w:val="00D767E3"/>
    <w:rsid w:val="00D8079D"/>
    <w:rsid w:val="00D8404E"/>
    <w:rsid w:val="00D87E48"/>
    <w:rsid w:val="00D90FCE"/>
    <w:rsid w:val="00D91303"/>
    <w:rsid w:val="00D96A63"/>
    <w:rsid w:val="00DA0A07"/>
    <w:rsid w:val="00DA33D4"/>
    <w:rsid w:val="00DA351C"/>
    <w:rsid w:val="00DA3DDB"/>
    <w:rsid w:val="00DA42A6"/>
    <w:rsid w:val="00DA4BAE"/>
    <w:rsid w:val="00DA6620"/>
    <w:rsid w:val="00DB6EEC"/>
    <w:rsid w:val="00DB7EF3"/>
    <w:rsid w:val="00DC7B4A"/>
    <w:rsid w:val="00DD42EF"/>
    <w:rsid w:val="00DD5DBD"/>
    <w:rsid w:val="00DD5E7B"/>
    <w:rsid w:val="00DD6010"/>
    <w:rsid w:val="00DE1DAF"/>
    <w:rsid w:val="00DE4EF1"/>
    <w:rsid w:val="00E05BDC"/>
    <w:rsid w:val="00E06B09"/>
    <w:rsid w:val="00E0794C"/>
    <w:rsid w:val="00E103F9"/>
    <w:rsid w:val="00E10CBF"/>
    <w:rsid w:val="00E114C1"/>
    <w:rsid w:val="00E156E8"/>
    <w:rsid w:val="00E22FCD"/>
    <w:rsid w:val="00E31A1E"/>
    <w:rsid w:val="00E426AF"/>
    <w:rsid w:val="00E45077"/>
    <w:rsid w:val="00E50CB5"/>
    <w:rsid w:val="00E53DFA"/>
    <w:rsid w:val="00E61F01"/>
    <w:rsid w:val="00E64A7C"/>
    <w:rsid w:val="00E758C8"/>
    <w:rsid w:val="00E80CA9"/>
    <w:rsid w:val="00E87277"/>
    <w:rsid w:val="00E93272"/>
    <w:rsid w:val="00EA33CD"/>
    <w:rsid w:val="00EA409A"/>
    <w:rsid w:val="00EA6252"/>
    <w:rsid w:val="00ED1FF4"/>
    <w:rsid w:val="00ED24A0"/>
    <w:rsid w:val="00ED32E7"/>
    <w:rsid w:val="00ED3E3D"/>
    <w:rsid w:val="00ED6E8E"/>
    <w:rsid w:val="00ED7427"/>
    <w:rsid w:val="00EE3AF0"/>
    <w:rsid w:val="00EE6E8F"/>
    <w:rsid w:val="00EF6ED5"/>
    <w:rsid w:val="00F00806"/>
    <w:rsid w:val="00F00BE6"/>
    <w:rsid w:val="00F01226"/>
    <w:rsid w:val="00F027C8"/>
    <w:rsid w:val="00F06F03"/>
    <w:rsid w:val="00F10D79"/>
    <w:rsid w:val="00F12B7F"/>
    <w:rsid w:val="00F131FF"/>
    <w:rsid w:val="00F15B84"/>
    <w:rsid w:val="00F20DFF"/>
    <w:rsid w:val="00F21676"/>
    <w:rsid w:val="00F230E9"/>
    <w:rsid w:val="00F23567"/>
    <w:rsid w:val="00F23D6F"/>
    <w:rsid w:val="00F31F2F"/>
    <w:rsid w:val="00F35858"/>
    <w:rsid w:val="00F370B6"/>
    <w:rsid w:val="00F40D43"/>
    <w:rsid w:val="00F41311"/>
    <w:rsid w:val="00F42011"/>
    <w:rsid w:val="00F43118"/>
    <w:rsid w:val="00F449D4"/>
    <w:rsid w:val="00F47280"/>
    <w:rsid w:val="00F57628"/>
    <w:rsid w:val="00F57A09"/>
    <w:rsid w:val="00F6229F"/>
    <w:rsid w:val="00F644F2"/>
    <w:rsid w:val="00F64C8C"/>
    <w:rsid w:val="00F65487"/>
    <w:rsid w:val="00F6660A"/>
    <w:rsid w:val="00F67969"/>
    <w:rsid w:val="00F70634"/>
    <w:rsid w:val="00F71AC2"/>
    <w:rsid w:val="00F71EFB"/>
    <w:rsid w:val="00F7201D"/>
    <w:rsid w:val="00F7503E"/>
    <w:rsid w:val="00F80AE0"/>
    <w:rsid w:val="00F81B21"/>
    <w:rsid w:val="00F900A7"/>
    <w:rsid w:val="00F95F9E"/>
    <w:rsid w:val="00FD0657"/>
    <w:rsid w:val="00FD2929"/>
    <w:rsid w:val="00FD7450"/>
    <w:rsid w:val="00FE1CCA"/>
    <w:rsid w:val="00FE7045"/>
    <w:rsid w:val="00FF483E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AF"/>
    <w:pPr>
      <w:overflowPunct w:val="0"/>
      <w:autoSpaceDE w:val="0"/>
      <w:autoSpaceDN w:val="0"/>
      <w:adjustRightInd w:val="0"/>
      <w:spacing w:after="120" w:line="240" w:lineRule="auto"/>
      <w:ind w:left="5103" w:hanging="5103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rsid w:val="003760DE"/>
    <w:pPr>
      <w:framePr w:hSpace="142" w:vSpace="142" w:wrap="around" w:hAnchor="page" w:xAlign="right" w:yAlign="bottom"/>
      <w:ind w:left="2835"/>
    </w:pPr>
    <w:rPr>
      <w:sz w:val="24"/>
    </w:rPr>
  </w:style>
  <w:style w:type="paragraph" w:styleId="En-tte">
    <w:name w:val="header"/>
    <w:basedOn w:val="Normal"/>
    <w:link w:val="En-tteCar"/>
    <w:uiPriority w:val="99"/>
    <w:rsid w:val="003760DE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3760DE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3760DE"/>
    <w:pPr>
      <w:spacing w:before="72"/>
      <w:ind w:right="1701"/>
    </w:pPr>
    <w:rPr>
      <w:caps/>
      <w:noProof/>
      <w:color w:val="000000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3760DE"/>
    <w:rPr>
      <w:rFonts w:ascii="Arial" w:eastAsia="Times New Roman" w:hAnsi="Arial" w:cs="Times New Roman"/>
      <w:caps/>
      <w:noProof/>
      <w:color w:val="000000"/>
      <w:sz w:val="14"/>
      <w:szCs w:val="20"/>
      <w:lang w:val="fr-FR" w:eastAsia="fr-FR"/>
    </w:rPr>
  </w:style>
  <w:style w:type="paragraph" w:customStyle="1" w:styleId="NEntete3">
    <w:name w:val="N_Entete_3"/>
    <w:basedOn w:val="Normal"/>
    <w:rsid w:val="003760DE"/>
    <w:pPr>
      <w:spacing w:before="40" w:after="20"/>
      <w:ind w:right="5527"/>
    </w:pPr>
    <w:rPr>
      <w:caps/>
      <w:sz w:val="14"/>
    </w:rPr>
  </w:style>
  <w:style w:type="paragraph" w:customStyle="1" w:styleId="NEntete0">
    <w:name w:val="N_Entete_0"/>
    <w:basedOn w:val="Normal"/>
    <w:rsid w:val="003760DE"/>
    <w:pPr>
      <w:overflowPunct/>
      <w:autoSpaceDE/>
      <w:autoSpaceDN/>
      <w:adjustRightInd/>
      <w:spacing w:after="400"/>
      <w:ind w:right="4649"/>
      <w:textAlignment w:val="auto"/>
    </w:pPr>
    <w:rPr>
      <w:caps/>
      <w:sz w:val="14"/>
    </w:rPr>
  </w:style>
  <w:style w:type="paragraph" w:customStyle="1" w:styleId="NEntete2">
    <w:name w:val="N_Entete_2"/>
    <w:basedOn w:val="NEntete3"/>
    <w:rsid w:val="003760DE"/>
  </w:style>
  <w:style w:type="paragraph" w:customStyle="1" w:styleId="Adresse">
    <w:name w:val="Adresse"/>
    <w:basedOn w:val="Normal"/>
    <w:rsid w:val="003760DE"/>
  </w:style>
  <w:style w:type="paragraph" w:customStyle="1" w:styleId="NPdP">
    <w:name w:val="N_PdP"/>
    <w:basedOn w:val="Normal"/>
    <w:rsid w:val="003760DE"/>
    <w:pPr>
      <w:spacing w:before="72"/>
    </w:pPr>
    <w:rPr>
      <w:caps/>
      <w:sz w:val="14"/>
    </w:rPr>
  </w:style>
  <w:style w:type="paragraph" w:customStyle="1" w:styleId="Annexe">
    <w:name w:val="Annexe"/>
    <w:basedOn w:val="Normal"/>
    <w:rsid w:val="003760DE"/>
    <w:pPr>
      <w:tabs>
        <w:tab w:val="left" w:pos="4820"/>
        <w:tab w:val="right" w:pos="9639"/>
      </w:tabs>
      <w:spacing w:before="240"/>
      <w:ind w:left="1134" w:hanging="1134"/>
    </w:pPr>
  </w:style>
  <w:style w:type="paragraph" w:customStyle="1" w:styleId="Concerne">
    <w:name w:val="Concerne"/>
    <w:basedOn w:val="Normal"/>
    <w:link w:val="ConcerneCar"/>
    <w:rsid w:val="003760DE"/>
    <w:pPr>
      <w:tabs>
        <w:tab w:val="left" w:pos="4820"/>
        <w:tab w:val="right" w:pos="8789"/>
      </w:tabs>
      <w:spacing w:before="240"/>
      <w:ind w:left="1077" w:hanging="1077"/>
      <w:jc w:val="both"/>
    </w:pPr>
    <w:rPr>
      <w:b/>
    </w:rPr>
  </w:style>
  <w:style w:type="paragraph" w:styleId="Date">
    <w:name w:val="Date"/>
    <w:basedOn w:val="Adresse"/>
    <w:link w:val="DateCar"/>
    <w:rsid w:val="003760DE"/>
    <w:pPr>
      <w:spacing w:before="360" w:after="360"/>
    </w:pPr>
    <w:rPr>
      <w:color w:val="000000"/>
    </w:rPr>
  </w:style>
  <w:style w:type="character" w:customStyle="1" w:styleId="DateCar">
    <w:name w:val="Date Car"/>
    <w:basedOn w:val="Policepardfaut"/>
    <w:link w:val="Date"/>
    <w:rsid w:val="003760DE"/>
    <w:rPr>
      <w:rFonts w:ascii="Arial" w:eastAsia="Times New Roman" w:hAnsi="Arial" w:cs="Times New Roman"/>
      <w:color w:val="000000"/>
      <w:sz w:val="20"/>
      <w:szCs w:val="20"/>
      <w:lang w:val="fr-FR" w:eastAsia="fr-FR"/>
    </w:rPr>
  </w:style>
  <w:style w:type="paragraph" w:styleId="Signature">
    <w:name w:val="Signature"/>
    <w:basedOn w:val="Adresse"/>
    <w:link w:val="SignatureCar"/>
    <w:rsid w:val="003760DE"/>
    <w:pPr>
      <w:spacing w:before="480"/>
      <w:ind w:hanging="1"/>
      <w:jc w:val="center"/>
    </w:pPr>
  </w:style>
  <w:style w:type="character" w:customStyle="1" w:styleId="SignatureCar">
    <w:name w:val="Signature Car"/>
    <w:basedOn w:val="Policepardfaut"/>
    <w:link w:val="Signature"/>
    <w:rsid w:val="003760DE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frence">
    <w:name w:val="Référence"/>
    <w:basedOn w:val="Normal"/>
    <w:rsid w:val="003760DE"/>
    <w:pPr>
      <w:spacing w:before="120"/>
    </w:pPr>
    <w:rPr>
      <w:caps/>
      <w:sz w:val="14"/>
    </w:rPr>
  </w:style>
  <w:style w:type="paragraph" w:customStyle="1" w:styleId="Texte">
    <w:name w:val="Texte"/>
    <w:basedOn w:val="Normal"/>
    <w:rsid w:val="003760DE"/>
    <w:pPr>
      <w:spacing w:before="120"/>
      <w:jc w:val="both"/>
    </w:pPr>
  </w:style>
  <w:style w:type="character" w:styleId="Numrodepage">
    <w:name w:val="page number"/>
    <w:basedOn w:val="Policepardfaut"/>
    <w:rsid w:val="003760DE"/>
  </w:style>
  <w:style w:type="paragraph" w:customStyle="1" w:styleId="adresse1">
    <w:name w:val="adresse 1"/>
    <w:basedOn w:val="Adresse"/>
    <w:rsid w:val="003760DE"/>
    <w:pPr>
      <w:spacing w:before="1490"/>
      <w:ind w:firstLine="0"/>
    </w:pPr>
  </w:style>
  <w:style w:type="paragraph" w:styleId="Adresseexpditeur">
    <w:name w:val="envelope return"/>
    <w:basedOn w:val="Normal"/>
    <w:rsid w:val="003760DE"/>
    <w:pPr>
      <w:framePr w:hSpace="142" w:vSpace="142" w:wrap="around" w:vAnchor="page" w:hAnchor="page" w:y="285"/>
    </w:pPr>
  </w:style>
  <w:style w:type="paragraph" w:customStyle="1" w:styleId="NEntete1">
    <w:name w:val="N_Entete_1"/>
    <w:basedOn w:val="NEntete3"/>
    <w:next w:val="Normal"/>
    <w:rsid w:val="003760DE"/>
    <w:pPr>
      <w:spacing w:before="0"/>
    </w:pPr>
    <w:rPr>
      <w:b/>
      <w:sz w:val="16"/>
    </w:rPr>
  </w:style>
  <w:style w:type="paragraph" w:customStyle="1" w:styleId="chemin">
    <w:name w:val="chemin"/>
    <w:basedOn w:val="Pieddepage"/>
    <w:rsid w:val="003760DE"/>
    <w:pPr>
      <w:framePr w:wrap="notBeside" w:vAnchor="page" w:hAnchor="page" w:x="445" w:y="16369"/>
      <w:tabs>
        <w:tab w:val="right" w:pos="8789"/>
      </w:tabs>
      <w:spacing w:before="0"/>
      <w:ind w:right="0"/>
    </w:pPr>
    <w:rPr>
      <w:sz w:val="6"/>
    </w:rPr>
  </w:style>
  <w:style w:type="character" w:styleId="Lienhypertexte">
    <w:name w:val="Hyperlink"/>
    <w:basedOn w:val="Policepardfaut"/>
    <w:rsid w:val="003760DE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3760D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760DE"/>
    <w:rPr>
      <w:rFonts w:ascii="Tahoma" w:eastAsia="Times New Roman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uiPriority w:val="59"/>
    <w:rsid w:val="0037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3760DE"/>
    <w:pPr>
      <w:spacing w:after="0"/>
    </w:pPr>
  </w:style>
  <w:style w:type="character" w:customStyle="1" w:styleId="NotedebasdepageCar">
    <w:name w:val="Note de bas de page Car"/>
    <w:basedOn w:val="Policepardfaut"/>
    <w:link w:val="Notedebasdepage"/>
    <w:rsid w:val="003760DE"/>
    <w:rPr>
      <w:rFonts w:ascii="Arial" w:eastAsia="Times New Roman" w:hAnsi="Arial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rsid w:val="003760DE"/>
    <w:rPr>
      <w:vertAlign w:val="superscript"/>
    </w:rPr>
  </w:style>
  <w:style w:type="character" w:styleId="Lienhypertextesuivivisit">
    <w:name w:val="FollowedHyperlink"/>
    <w:basedOn w:val="Policepardfaut"/>
    <w:rsid w:val="003760DE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qFormat/>
    <w:rsid w:val="003760DE"/>
    <w:pPr>
      <w:spacing w:after="0"/>
      <w:ind w:left="0" w:firstLine="0"/>
      <w:jc w:val="center"/>
    </w:pPr>
    <w:rPr>
      <w:rFonts w:cs="Arial"/>
      <w:b/>
      <w:bCs/>
      <w:sz w:val="28"/>
    </w:rPr>
  </w:style>
  <w:style w:type="character" w:customStyle="1" w:styleId="TitreCar">
    <w:name w:val="Titre Car"/>
    <w:basedOn w:val="Policepardfaut"/>
    <w:link w:val="Titre"/>
    <w:rsid w:val="003760DE"/>
    <w:rPr>
      <w:rFonts w:ascii="Arial" w:eastAsia="Times New Roman" w:hAnsi="Arial" w:cs="Arial"/>
      <w:b/>
      <w:bCs/>
      <w:sz w:val="28"/>
      <w:szCs w:val="20"/>
      <w:lang w:val="fr-FR" w:eastAsia="fr-FR"/>
    </w:rPr>
  </w:style>
  <w:style w:type="paragraph" w:styleId="Lgende">
    <w:name w:val="caption"/>
    <w:basedOn w:val="Normal"/>
    <w:next w:val="Normal"/>
    <w:qFormat/>
    <w:rsid w:val="003760DE"/>
    <w:pPr>
      <w:ind w:left="0" w:firstLine="0"/>
      <w:jc w:val="center"/>
    </w:pPr>
    <w:rPr>
      <w:rFonts w:cs="Arial"/>
      <w:b/>
      <w:bCs/>
      <w:sz w:val="28"/>
    </w:rPr>
  </w:style>
  <w:style w:type="character" w:styleId="Marquedecommentaire">
    <w:name w:val="annotation reference"/>
    <w:basedOn w:val="Policepardfaut"/>
    <w:rsid w:val="003760DE"/>
    <w:rPr>
      <w:sz w:val="16"/>
      <w:szCs w:val="16"/>
    </w:rPr>
  </w:style>
  <w:style w:type="paragraph" w:styleId="Sansinterligne">
    <w:name w:val="No Spacing"/>
    <w:link w:val="SansinterligneCar"/>
    <w:uiPriority w:val="1"/>
    <w:qFormat/>
    <w:rsid w:val="003760DE"/>
    <w:pPr>
      <w:overflowPunct w:val="0"/>
      <w:autoSpaceDE w:val="0"/>
      <w:autoSpaceDN w:val="0"/>
      <w:adjustRightInd w:val="0"/>
      <w:spacing w:after="0" w:line="240" w:lineRule="auto"/>
      <w:ind w:left="5103" w:hanging="5103"/>
      <w:textAlignment w:val="baseline"/>
    </w:pPr>
    <w:rPr>
      <w:rFonts w:ascii="Arial" w:eastAsia="Times New Roman" w:hAnsi="Arial" w:cs="Times New Roman"/>
      <w:sz w:val="20"/>
      <w:szCs w:val="20"/>
      <w:lang w:val="fr-FR"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1607D5"/>
  </w:style>
  <w:style w:type="table" w:customStyle="1" w:styleId="Grilledutableau1">
    <w:name w:val="Grille du tableau1"/>
    <w:basedOn w:val="TableauNormal"/>
    <w:next w:val="Grilledutableau"/>
    <w:uiPriority w:val="59"/>
    <w:rsid w:val="001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3">
    <w:name w:val="Medium Grid 3 Accent 3"/>
    <w:basedOn w:val="TableauNormal"/>
    <w:uiPriority w:val="69"/>
    <w:rsid w:val="001607D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SansinterligneCar">
    <w:name w:val="Sans interligne Car"/>
    <w:basedOn w:val="Policepardfaut"/>
    <w:link w:val="Sansinterligne"/>
    <w:uiPriority w:val="1"/>
    <w:rsid w:val="00614C48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5774"/>
  </w:style>
  <w:style w:type="character" w:customStyle="1" w:styleId="CommentaireCar">
    <w:name w:val="Commentaire Car"/>
    <w:basedOn w:val="Policepardfaut"/>
    <w:link w:val="Commentaire"/>
    <w:uiPriority w:val="99"/>
    <w:semiHidden/>
    <w:rsid w:val="00D45774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57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5774"/>
    <w:rPr>
      <w:rFonts w:ascii="Arial" w:eastAsia="Times New Roman" w:hAnsi="Arial" w:cs="Times New Roman"/>
      <w:b/>
      <w:bCs/>
      <w:sz w:val="20"/>
      <w:szCs w:val="20"/>
      <w:lang w:val="fr-FR" w:eastAsia="fr-FR"/>
    </w:rPr>
  </w:style>
  <w:style w:type="paragraph" w:styleId="Rvision">
    <w:name w:val="Revision"/>
    <w:hidden/>
    <w:uiPriority w:val="99"/>
    <w:semiHidden/>
    <w:rsid w:val="00795E91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Titreformulaire">
    <w:name w:val="Titre formulaire"/>
    <w:basedOn w:val="Concerne"/>
    <w:link w:val="TitreformulaireCar"/>
    <w:qFormat/>
    <w:rsid w:val="00600172"/>
    <w:pPr>
      <w:tabs>
        <w:tab w:val="clear" w:pos="4820"/>
        <w:tab w:val="clear" w:pos="8789"/>
      </w:tabs>
      <w:spacing w:before="0" w:after="0"/>
      <w:ind w:left="0" w:firstLine="0"/>
    </w:pPr>
    <w:rPr>
      <w:rFonts w:cstheme="minorHAnsi"/>
      <w:sz w:val="26"/>
      <w:szCs w:val="24"/>
    </w:rPr>
  </w:style>
  <w:style w:type="paragraph" w:customStyle="1" w:styleId="Tableauformulaire">
    <w:name w:val="Tableau formulaire"/>
    <w:basedOn w:val="Normal"/>
    <w:qFormat/>
    <w:rsid w:val="006B67C3"/>
    <w:pPr>
      <w:numPr>
        <w:numId w:val="2"/>
      </w:numPr>
      <w:overflowPunct/>
      <w:autoSpaceDE/>
      <w:autoSpaceDN/>
      <w:adjustRightInd/>
      <w:spacing w:after="0"/>
      <w:textAlignment w:val="auto"/>
    </w:pPr>
    <w:rPr>
      <w:rFonts w:cstheme="minorHAnsi"/>
      <w:b/>
      <w:bCs/>
      <w:color w:val="FFFFFF" w:themeColor="background1"/>
    </w:rPr>
  </w:style>
  <w:style w:type="table" w:customStyle="1" w:styleId="Grilledutableau2">
    <w:name w:val="Grille du tableau2"/>
    <w:basedOn w:val="TableauNormal"/>
    <w:next w:val="Grilledutableau"/>
    <w:uiPriority w:val="59"/>
    <w:rsid w:val="000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0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850BA"/>
    <w:rPr>
      <w:color w:val="808080"/>
    </w:rPr>
  </w:style>
  <w:style w:type="paragraph" w:customStyle="1" w:styleId="Style1">
    <w:name w:val="Style1"/>
    <w:basedOn w:val="Titreformulaire"/>
    <w:link w:val="Style1Car"/>
    <w:qFormat/>
    <w:rsid w:val="002D596A"/>
    <w:rPr>
      <w:rFonts w:ascii="Arial" w:hAnsi="Arial" w:cs="Arial"/>
      <w:sz w:val="20"/>
      <w:szCs w:val="20"/>
    </w:rPr>
  </w:style>
  <w:style w:type="character" w:customStyle="1" w:styleId="ConcerneCar">
    <w:name w:val="Concerne Car"/>
    <w:basedOn w:val="Policepardfaut"/>
    <w:link w:val="Concerne"/>
    <w:rsid w:val="002D596A"/>
    <w:rPr>
      <w:rFonts w:ascii="Arial" w:eastAsia="Times New Roman" w:hAnsi="Arial" w:cs="Times New Roman"/>
      <w:b/>
      <w:sz w:val="20"/>
      <w:szCs w:val="20"/>
      <w:lang w:val="fr-FR" w:eastAsia="fr-FR"/>
    </w:rPr>
  </w:style>
  <w:style w:type="character" w:customStyle="1" w:styleId="TitreformulaireCar">
    <w:name w:val="Titre formulaire Car"/>
    <w:basedOn w:val="ConcerneCar"/>
    <w:link w:val="Titreformulaire"/>
    <w:rsid w:val="002D596A"/>
    <w:rPr>
      <w:rFonts w:ascii="Arial" w:eastAsia="Times New Roman" w:hAnsi="Arial" w:cstheme="minorHAnsi"/>
      <w:b/>
      <w:sz w:val="26"/>
      <w:szCs w:val="24"/>
      <w:lang w:val="fr-FR" w:eastAsia="fr-FR"/>
    </w:rPr>
  </w:style>
  <w:style w:type="character" w:customStyle="1" w:styleId="Style1Car">
    <w:name w:val="Style1 Car"/>
    <w:basedOn w:val="TitreformulaireCar"/>
    <w:link w:val="Style1"/>
    <w:rsid w:val="002D596A"/>
    <w:rPr>
      <w:rFonts w:ascii="Arial" w:eastAsia="Times New Roman" w:hAnsi="Arial" w:cs="Arial"/>
      <w:b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AF"/>
    <w:pPr>
      <w:overflowPunct w:val="0"/>
      <w:autoSpaceDE w:val="0"/>
      <w:autoSpaceDN w:val="0"/>
      <w:adjustRightInd w:val="0"/>
      <w:spacing w:after="120" w:line="240" w:lineRule="auto"/>
      <w:ind w:left="5103" w:hanging="5103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rsid w:val="003760DE"/>
    <w:pPr>
      <w:framePr w:hSpace="142" w:vSpace="142" w:wrap="around" w:hAnchor="page" w:xAlign="right" w:yAlign="bottom"/>
      <w:ind w:left="2835"/>
    </w:pPr>
    <w:rPr>
      <w:sz w:val="24"/>
    </w:rPr>
  </w:style>
  <w:style w:type="paragraph" w:styleId="En-tte">
    <w:name w:val="header"/>
    <w:basedOn w:val="Normal"/>
    <w:link w:val="En-tteCar"/>
    <w:uiPriority w:val="99"/>
    <w:rsid w:val="003760DE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3760DE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3760DE"/>
    <w:pPr>
      <w:spacing w:before="72"/>
      <w:ind w:right="1701"/>
    </w:pPr>
    <w:rPr>
      <w:caps/>
      <w:noProof/>
      <w:color w:val="000000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3760DE"/>
    <w:rPr>
      <w:rFonts w:ascii="Arial" w:eastAsia="Times New Roman" w:hAnsi="Arial" w:cs="Times New Roman"/>
      <w:caps/>
      <w:noProof/>
      <w:color w:val="000000"/>
      <w:sz w:val="14"/>
      <w:szCs w:val="20"/>
      <w:lang w:val="fr-FR" w:eastAsia="fr-FR"/>
    </w:rPr>
  </w:style>
  <w:style w:type="paragraph" w:customStyle="1" w:styleId="NEntete3">
    <w:name w:val="N_Entete_3"/>
    <w:basedOn w:val="Normal"/>
    <w:rsid w:val="003760DE"/>
    <w:pPr>
      <w:spacing w:before="40" w:after="20"/>
      <w:ind w:right="5527"/>
    </w:pPr>
    <w:rPr>
      <w:caps/>
      <w:sz w:val="14"/>
    </w:rPr>
  </w:style>
  <w:style w:type="paragraph" w:customStyle="1" w:styleId="NEntete0">
    <w:name w:val="N_Entete_0"/>
    <w:basedOn w:val="Normal"/>
    <w:rsid w:val="003760DE"/>
    <w:pPr>
      <w:overflowPunct/>
      <w:autoSpaceDE/>
      <w:autoSpaceDN/>
      <w:adjustRightInd/>
      <w:spacing w:after="400"/>
      <w:ind w:right="4649"/>
      <w:textAlignment w:val="auto"/>
    </w:pPr>
    <w:rPr>
      <w:caps/>
      <w:sz w:val="14"/>
    </w:rPr>
  </w:style>
  <w:style w:type="paragraph" w:customStyle="1" w:styleId="NEntete2">
    <w:name w:val="N_Entete_2"/>
    <w:basedOn w:val="NEntete3"/>
    <w:rsid w:val="003760DE"/>
  </w:style>
  <w:style w:type="paragraph" w:customStyle="1" w:styleId="Adresse">
    <w:name w:val="Adresse"/>
    <w:basedOn w:val="Normal"/>
    <w:rsid w:val="003760DE"/>
  </w:style>
  <w:style w:type="paragraph" w:customStyle="1" w:styleId="NPdP">
    <w:name w:val="N_PdP"/>
    <w:basedOn w:val="Normal"/>
    <w:rsid w:val="003760DE"/>
    <w:pPr>
      <w:spacing w:before="72"/>
    </w:pPr>
    <w:rPr>
      <w:caps/>
      <w:sz w:val="14"/>
    </w:rPr>
  </w:style>
  <w:style w:type="paragraph" w:customStyle="1" w:styleId="Annexe">
    <w:name w:val="Annexe"/>
    <w:basedOn w:val="Normal"/>
    <w:rsid w:val="003760DE"/>
    <w:pPr>
      <w:tabs>
        <w:tab w:val="left" w:pos="4820"/>
        <w:tab w:val="right" w:pos="9639"/>
      </w:tabs>
      <w:spacing w:before="240"/>
      <w:ind w:left="1134" w:hanging="1134"/>
    </w:pPr>
  </w:style>
  <w:style w:type="paragraph" w:customStyle="1" w:styleId="Concerne">
    <w:name w:val="Concerne"/>
    <w:basedOn w:val="Normal"/>
    <w:link w:val="ConcerneCar"/>
    <w:rsid w:val="003760DE"/>
    <w:pPr>
      <w:tabs>
        <w:tab w:val="left" w:pos="4820"/>
        <w:tab w:val="right" w:pos="8789"/>
      </w:tabs>
      <w:spacing w:before="240"/>
      <w:ind w:left="1077" w:hanging="1077"/>
      <w:jc w:val="both"/>
    </w:pPr>
    <w:rPr>
      <w:b/>
    </w:rPr>
  </w:style>
  <w:style w:type="paragraph" w:styleId="Date">
    <w:name w:val="Date"/>
    <w:basedOn w:val="Adresse"/>
    <w:link w:val="DateCar"/>
    <w:rsid w:val="003760DE"/>
    <w:pPr>
      <w:spacing w:before="360" w:after="360"/>
    </w:pPr>
    <w:rPr>
      <w:color w:val="000000"/>
    </w:rPr>
  </w:style>
  <w:style w:type="character" w:customStyle="1" w:styleId="DateCar">
    <w:name w:val="Date Car"/>
    <w:basedOn w:val="Policepardfaut"/>
    <w:link w:val="Date"/>
    <w:rsid w:val="003760DE"/>
    <w:rPr>
      <w:rFonts w:ascii="Arial" w:eastAsia="Times New Roman" w:hAnsi="Arial" w:cs="Times New Roman"/>
      <w:color w:val="000000"/>
      <w:sz w:val="20"/>
      <w:szCs w:val="20"/>
      <w:lang w:val="fr-FR" w:eastAsia="fr-FR"/>
    </w:rPr>
  </w:style>
  <w:style w:type="paragraph" w:styleId="Signature">
    <w:name w:val="Signature"/>
    <w:basedOn w:val="Adresse"/>
    <w:link w:val="SignatureCar"/>
    <w:rsid w:val="003760DE"/>
    <w:pPr>
      <w:spacing w:before="480"/>
      <w:ind w:hanging="1"/>
      <w:jc w:val="center"/>
    </w:pPr>
  </w:style>
  <w:style w:type="character" w:customStyle="1" w:styleId="SignatureCar">
    <w:name w:val="Signature Car"/>
    <w:basedOn w:val="Policepardfaut"/>
    <w:link w:val="Signature"/>
    <w:rsid w:val="003760DE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frence">
    <w:name w:val="Référence"/>
    <w:basedOn w:val="Normal"/>
    <w:rsid w:val="003760DE"/>
    <w:pPr>
      <w:spacing w:before="120"/>
    </w:pPr>
    <w:rPr>
      <w:caps/>
      <w:sz w:val="14"/>
    </w:rPr>
  </w:style>
  <w:style w:type="paragraph" w:customStyle="1" w:styleId="Texte">
    <w:name w:val="Texte"/>
    <w:basedOn w:val="Normal"/>
    <w:rsid w:val="003760DE"/>
    <w:pPr>
      <w:spacing w:before="120"/>
      <w:jc w:val="both"/>
    </w:pPr>
  </w:style>
  <w:style w:type="character" w:styleId="Numrodepage">
    <w:name w:val="page number"/>
    <w:basedOn w:val="Policepardfaut"/>
    <w:rsid w:val="003760DE"/>
  </w:style>
  <w:style w:type="paragraph" w:customStyle="1" w:styleId="adresse1">
    <w:name w:val="adresse 1"/>
    <w:basedOn w:val="Adresse"/>
    <w:rsid w:val="003760DE"/>
    <w:pPr>
      <w:spacing w:before="1490"/>
      <w:ind w:firstLine="0"/>
    </w:pPr>
  </w:style>
  <w:style w:type="paragraph" w:styleId="Adresseexpditeur">
    <w:name w:val="envelope return"/>
    <w:basedOn w:val="Normal"/>
    <w:rsid w:val="003760DE"/>
    <w:pPr>
      <w:framePr w:hSpace="142" w:vSpace="142" w:wrap="around" w:vAnchor="page" w:hAnchor="page" w:y="285"/>
    </w:pPr>
  </w:style>
  <w:style w:type="paragraph" w:customStyle="1" w:styleId="NEntete1">
    <w:name w:val="N_Entete_1"/>
    <w:basedOn w:val="NEntete3"/>
    <w:next w:val="Normal"/>
    <w:rsid w:val="003760DE"/>
    <w:pPr>
      <w:spacing w:before="0"/>
    </w:pPr>
    <w:rPr>
      <w:b/>
      <w:sz w:val="16"/>
    </w:rPr>
  </w:style>
  <w:style w:type="paragraph" w:customStyle="1" w:styleId="chemin">
    <w:name w:val="chemin"/>
    <w:basedOn w:val="Pieddepage"/>
    <w:rsid w:val="003760DE"/>
    <w:pPr>
      <w:framePr w:wrap="notBeside" w:vAnchor="page" w:hAnchor="page" w:x="445" w:y="16369"/>
      <w:tabs>
        <w:tab w:val="right" w:pos="8789"/>
      </w:tabs>
      <w:spacing w:before="0"/>
      <w:ind w:right="0"/>
    </w:pPr>
    <w:rPr>
      <w:sz w:val="6"/>
    </w:rPr>
  </w:style>
  <w:style w:type="character" w:styleId="Lienhypertexte">
    <w:name w:val="Hyperlink"/>
    <w:basedOn w:val="Policepardfaut"/>
    <w:rsid w:val="003760DE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3760D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760DE"/>
    <w:rPr>
      <w:rFonts w:ascii="Tahoma" w:eastAsia="Times New Roman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uiPriority w:val="59"/>
    <w:rsid w:val="0037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3760DE"/>
    <w:pPr>
      <w:spacing w:after="0"/>
    </w:pPr>
  </w:style>
  <w:style w:type="character" w:customStyle="1" w:styleId="NotedebasdepageCar">
    <w:name w:val="Note de bas de page Car"/>
    <w:basedOn w:val="Policepardfaut"/>
    <w:link w:val="Notedebasdepage"/>
    <w:rsid w:val="003760DE"/>
    <w:rPr>
      <w:rFonts w:ascii="Arial" w:eastAsia="Times New Roman" w:hAnsi="Arial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rsid w:val="003760DE"/>
    <w:rPr>
      <w:vertAlign w:val="superscript"/>
    </w:rPr>
  </w:style>
  <w:style w:type="character" w:styleId="Lienhypertextesuivivisit">
    <w:name w:val="FollowedHyperlink"/>
    <w:basedOn w:val="Policepardfaut"/>
    <w:rsid w:val="003760DE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qFormat/>
    <w:rsid w:val="003760DE"/>
    <w:pPr>
      <w:spacing w:after="0"/>
      <w:ind w:left="0" w:firstLine="0"/>
      <w:jc w:val="center"/>
    </w:pPr>
    <w:rPr>
      <w:rFonts w:cs="Arial"/>
      <w:b/>
      <w:bCs/>
      <w:sz w:val="28"/>
    </w:rPr>
  </w:style>
  <w:style w:type="character" w:customStyle="1" w:styleId="TitreCar">
    <w:name w:val="Titre Car"/>
    <w:basedOn w:val="Policepardfaut"/>
    <w:link w:val="Titre"/>
    <w:rsid w:val="003760DE"/>
    <w:rPr>
      <w:rFonts w:ascii="Arial" w:eastAsia="Times New Roman" w:hAnsi="Arial" w:cs="Arial"/>
      <w:b/>
      <w:bCs/>
      <w:sz w:val="28"/>
      <w:szCs w:val="20"/>
      <w:lang w:val="fr-FR" w:eastAsia="fr-FR"/>
    </w:rPr>
  </w:style>
  <w:style w:type="paragraph" w:styleId="Lgende">
    <w:name w:val="caption"/>
    <w:basedOn w:val="Normal"/>
    <w:next w:val="Normal"/>
    <w:qFormat/>
    <w:rsid w:val="003760DE"/>
    <w:pPr>
      <w:ind w:left="0" w:firstLine="0"/>
      <w:jc w:val="center"/>
    </w:pPr>
    <w:rPr>
      <w:rFonts w:cs="Arial"/>
      <w:b/>
      <w:bCs/>
      <w:sz w:val="28"/>
    </w:rPr>
  </w:style>
  <w:style w:type="character" w:styleId="Marquedecommentaire">
    <w:name w:val="annotation reference"/>
    <w:basedOn w:val="Policepardfaut"/>
    <w:rsid w:val="003760DE"/>
    <w:rPr>
      <w:sz w:val="16"/>
      <w:szCs w:val="16"/>
    </w:rPr>
  </w:style>
  <w:style w:type="paragraph" w:styleId="Sansinterligne">
    <w:name w:val="No Spacing"/>
    <w:link w:val="SansinterligneCar"/>
    <w:uiPriority w:val="1"/>
    <w:qFormat/>
    <w:rsid w:val="003760DE"/>
    <w:pPr>
      <w:overflowPunct w:val="0"/>
      <w:autoSpaceDE w:val="0"/>
      <w:autoSpaceDN w:val="0"/>
      <w:adjustRightInd w:val="0"/>
      <w:spacing w:after="0" w:line="240" w:lineRule="auto"/>
      <w:ind w:left="5103" w:hanging="5103"/>
      <w:textAlignment w:val="baseline"/>
    </w:pPr>
    <w:rPr>
      <w:rFonts w:ascii="Arial" w:eastAsia="Times New Roman" w:hAnsi="Arial" w:cs="Times New Roman"/>
      <w:sz w:val="20"/>
      <w:szCs w:val="20"/>
      <w:lang w:val="fr-FR"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1607D5"/>
  </w:style>
  <w:style w:type="table" w:customStyle="1" w:styleId="Grilledutableau1">
    <w:name w:val="Grille du tableau1"/>
    <w:basedOn w:val="TableauNormal"/>
    <w:next w:val="Grilledutableau"/>
    <w:uiPriority w:val="59"/>
    <w:rsid w:val="001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3">
    <w:name w:val="Medium Grid 3 Accent 3"/>
    <w:basedOn w:val="TableauNormal"/>
    <w:uiPriority w:val="69"/>
    <w:rsid w:val="001607D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SansinterligneCar">
    <w:name w:val="Sans interligne Car"/>
    <w:basedOn w:val="Policepardfaut"/>
    <w:link w:val="Sansinterligne"/>
    <w:uiPriority w:val="1"/>
    <w:rsid w:val="00614C48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5774"/>
  </w:style>
  <w:style w:type="character" w:customStyle="1" w:styleId="CommentaireCar">
    <w:name w:val="Commentaire Car"/>
    <w:basedOn w:val="Policepardfaut"/>
    <w:link w:val="Commentaire"/>
    <w:uiPriority w:val="99"/>
    <w:semiHidden/>
    <w:rsid w:val="00D45774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57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5774"/>
    <w:rPr>
      <w:rFonts w:ascii="Arial" w:eastAsia="Times New Roman" w:hAnsi="Arial" w:cs="Times New Roman"/>
      <w:b/>
      <w:bCs/>
      <w:sz w:val="20"/>
      <w:szCs w:val="20"/>
      <w:lang w:val="fr-FR" w:eastAsia="fr-FR"/>
    </w:rPr>
  </w:style>
  <w:style w:type="paragraph" w:styleId="Rvision">
    <w:name w:val="Revision"/>
    <w:hidden/>
    <w:uiPriority w:val="99"/>
    <w:semiHidden/>
    <w:rsid w:val="00795E91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Titreformulaire">
    <w:name w:val="Titre formulaire"/>
    <w:basedOn w:val="Concerne"/>
    <w:link w:val="TitreformulaireCar"/>
    <w:qFormat/>
    <w:rsid w:val="00600172"/>
    <w:pPr>
      <w:tabs>
        <w:tab w:val="clear" w:pos="4820"/>
        <w:tab w:val="clear" w:pos="8789"/>
      </w:tabs>
      <w:spacing w:before="0" w:after="0"/>
      <w:ind w:left="0" w:firstLine="0"/>
    </w:pPr>
    <w:rPr>
      <w:rFonts w:cstheme="minorHAnsi"/>
      <w:sz w:val="26"/>
      <w:szCs w:val="24"/>
    </w:rPr>
  </w:style>
  <w:style w:type="paragraph" w:customStyle="1" w:styleId="Tableauformulaire">
    <w:name w:val="Tableau formulaire"/>
    <w:basedOn w:val="Normal"/>
    <w:qFormat/>
    <w:rsid w:val="006B67C3"/>
    <w:pPr>
      <w:numPr>
        <w:numId w:val="2"/>
      </w:numPr>
      <w:overflowPunct/>
      <w:autoSpaceDE/>
      <w:autoSpaceDN/>
      <w:adjustRightInd/>
      <w:spacing w:after="0"/>
      <w:textAlignment w:val="auto"/>
    </w:pPr>
    <w:rPr>
      <w:rFonts w:cstheme="minorHAnsi"/>
      <w:b/>
      <w:bCs/>
      <w:color w:val="FFFFFF" w:themeColor="background1"/>
    </w:rPr>
  </w:style>
  <w:style w:type="table" w:customStyle="1" w:styleId="Grilledutableau2">
    <w:name w:val="Grille du tableau2"/>
    <w:basedOn w:val="TableauNormal"/>
    <w:next w:val="Grilledutableau"/>
    <w:uiPriority w:val="59"/>
    <w:rsid w:val="000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0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850BA"/>
    <w:rPr>
      <w:color w:val="808080"/>
    </w:rPr>
  </w:style>
  <w:style w:type="paragraph" w:customStyle="1" w:styleId="Style1">
    <w:name w:val="Style1"/>
    <w:basedOn w:val="Titreformulaire"/>
    <w:link w:val="Style1Car"/>
    <w:qFormat/>
    <w:rsid w:val="002D596A"/>
    <w:rPr>
      <w:rFonts w:ascii="Arial" w:hAnsi="Arial" w:cs="Arial"/>
      <w:sz w:val="20"/>
      <w:szCs w:val="20"/>
    </w:rPr>
  </w:style>
  <w:style w:type="character" w:customStyle="1" w:styleId="ConcerneCar">
    <w:name w:val="Concerne Car"/>
    <w:basedOn w:val="Policepardfaut"/>
    <w:link w:val="Concerne"/>
    <w:rsid w:val="002D596A"/>
    <w:rPr>
      <w:rFonts w:ascii="Arial" w:eastAsia="Times New Roman" w:hAnsi="Arial" w:cs="Times New Roman"/>
      <w:b/>
      <w:sz w:val="20"/>
      <w:szCs w:val="20"/>
      <w:lang w:val="fr-FR" w:eastAsia="fr-FR"/>
    </w:rPr>
  </w:style>
  <w:style w:type="character" w:customStyle="1" w:styleId="TitreformulaireCar">
    <w:name w:val="Titre formulaire Car"/>
    <w:basedOn w:val="ConcerneCar"/>
    <w:link w:val="Titreformulaire"/>
    <w:rsid w:val="002D596A"/>
    <w:rPr>
      <w:rFonts w:ascii="Arial" w:eastAsia="Times New Roman" w:hAnsi="Arial" w:cstheme="minorHAnsi"/>
      <w:b/>
      <w:sz w:val="26"/>
      <w:szCs w:val="24"/>
      <w:lang w:val="fr-FR" w:eastAsia="fr-FR"/>
    </w:rPr>
  </w:style>
  <w:style w:type="character" w:customStyle="1" w:styleId="Style1Car">
    <w:name w:val="Style1 Car"/>
    <w:basedOn w:val="TitreformulaireCar"/>
    <w:link w:val="Style1"/>
    <w:rsid w:val="002D596A"/>
    <w:rPr>
      <w:rFonts w:ascii="Arial" w:eastAsia="Times New Roman" w:hAnsi="Arial" w:cs="Arial"/>
      <w:b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info@neuchatoi.ch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uchatoi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Novmbre 2015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6168EF-D855-4EF7-8867-834127C1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5F4806B8.dotm</Template>
  <TotalTime>149</TotalTime>
  <Pages>3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demande de subvention 2016</vt:lpstr>
    </vt:vector>
  </TitlesOfParts>
  <Company>SIEN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de subvention 2016</dc:title>
  <dc:subject>Service de la cohésion multiculturelle (COSM)</dc:subject>
  <dc:creator>Formulaire de demande de subvention</dc:creator>
  <cp:lastModifiedBy>A Roessinger</cp:lastModifiedBy>
  <cp:revision>22</cp:revision>
  <cp:lastPrinted>2016-09-21T12:48:00Z</cp:lastPrinted>
  <dcterms:created xsi:type="dcterms:W3CDTF">2016-09-13T11:55:00Z</dcterms:created>
  <dcterms:modified xsi:type="dcterms:W3CDTF">2016-09-21T12:48:00Z</dcterms:modified>
</cp:coreProperties>
</file>